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E33" w:rsidRPr="0066482C" w:rsidRDefault="00106E33" w:rsidP="00524B53">
      <w:pPr>
        <w:pStyle w:val="1"/>
        <w:shd w:val="clear" w:color="auto" w:fill="auto"/>
        <w:spacing w:after="0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ПРОТОКОЛ </w:t>
      </w:r>
    </w:p>
    <w:p w:rsidR="00106E33" w:rsidRPr="00D40330" w:rsidRDefault="00106E33" w:rsidP="00FA23C0">
      <w:pPr>
        <w:pStyle w:val="1"/>
        <w:shd w:val="clear" w:color="auto" w:fill="auto"/>
        <w:spacing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спільного засідання постійних комісій Новоушицької селищної ради з питань: планування, фінансів, бюджету та інвестицій № 24;  </w:t>
      </w:r>
      <w:r w:rsidRPr="00524B53">
        <w:rPr>
          <w:b/>
          <w:bCs/>
          <w:sz w:val="24"/>
          <w:szCs w:val="24"/>
          <w:lang w:eastAsia="ru-RU"/>
        </w:rPr>
        <w:t>регламенту, законності, правопорядку та депутатської діяльності</w:t>
      </w:r>
      <w:r>
        <w:rPr>
          <w:b/>
          <w:bCs/>
          <w:sz w:val="24"/>
          <w:szCs w:val="24"/>
          <w:lang w:eastAsia="ru-RU"/>
        </w:rPr>
        <w:t xml:space="preserve"> № 40; освіти, охорони здоров’я, культури, молоді, спорту та соціального захисту населення №36; підприємництва, комунальної власності, житлово-комунального господарства, транспорту, зв’язку та дерегуляції №10</w:t>
      </w:r>
    </w:p>
    <w:p w:rsidR="00106E33" w:rsidRPr="00600C92" w:rsidRDefault="00106E33" w:rsidP="00FA23C0">
      <w:pPr>
        <w:pStyle w:val="1"/>
        <w:shd w:val="clear" w:color="auto" w:fill="auto"/>
        <w:spacing w:after="0"/>
        <w:jc w:val="center"/>
        <w:rPr>
          <w:i/>
          <w:iCs/>
          <w:sz w:val="24"/>
          <w:szCs w:val="24"/>
          <w:lang w:eastAsia="ru-RU"/>
        </w:rPr>
      </w:pPr>
    </w:p>
    <w:p w:rsidR="00106E33" w:rsidRPr="00A9255B" w:rsidRDefault="00106E33" w:rsidP="00A9255B">
      <w:pPr>
        <w:pStyle w:val="1"/>
        <w:shd w:val="clear" w:color="auto" w:fill="auto"/>
        <w:spacing w:before="120" w:after="120"/>
        <w:rPr>
          <w:i/>
          <w:iCs/>
          <w:sz w:val="24"/>
          <w:szCs w:val="24"/>
          <w:lang w:eastAsia="ru-RU"/>
        </w:rPr>
      </w:pPr>
      <w:r>
        <w:rPr>
          <w:i/>
          <w:iCs/>
          <w:sz w:val="24"/>
          <w:szCs w:val="24"/>
          <w:lang w:eastAsia="ru-RU"/>
        </w:rPr>
        <w:t>19 грудня</w:t>
      </w:r>
      <w:r w:rsidRPr="00A9255B">
        <w:rPr>
          <w:i/>
          <w:iCs/>
          <w:sz w:val="24"/>
          <w:szCs w:val="24"/>
          <w:lang w:eastAsia="ru-RU"/>
        </w:rPr>
        <w:t xml:space="preserve"> 2023 року 14:00</w:t>
      </w:r>
    </w:p>
    <w:p w:rsidR="00106E33" w:rsidRPr="00600C92" w:rsidRDefault="00106E33" w:rsidP="00315936">
      <w:pPr>
        <w:pStyle w:val="1"/>
        <w:shd w:val="clear" w:color="auto" w:fill="auto"/>
        <w:spacing w:before="120" w:after="0"/>
        <w:rPr>
          <w:sz w:val="24"/>
          <w:szCs w:val="24"/>
        </w:rPr>
      </w:pPr>
    </w:p>
    <w:tbl>
      <w:tblPr>
        <w:tblW w:w="0" w:type="auto"/>
        <w:tblLook w:val="00A0"/>
      </w:tblPr>
      <w:tblGrid>
        <w:gridCol w:w="2660"/>
        <w:gridCol w:w="7194"/>
      </w:tblGrid>
      <w:tr w:rsidR="00106E33" w:rsidRPr="00600C92" w:rsidTr="00111CBC">
        <w:tc>
          <w:tcPr>
            <w:tcW w:w="2660" w:type="dxa"/>
          </w:tcPr>
          <w:p w:rsidR="00106E33" w:rsidRPr="00CB1924" w:rsidRDefault="00106E33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ru-RU" w:eastAsia="en-US"/>
              </w:rPr>
            </w:pPr>
            <w:r w:rsidRPr="00CB1924">
              <w:rPr>
                <w:b/>
                <w:bCs/>
                <w:iCs/>
                <w:sz w:val="24"/>
                <w:szCs w:val="24"/>
                <w:lang w:val="ru-RU" w:eastAsia="en-US"/>
              </w:rPr>
              <w:t xml:space="preserve">Місце </w:t>
            </w:r>
            <w:r w:rsidRPr="00CB1924">
              <w:rPr>
                <w:b/>
                <w:bCs/>
                <w:iCs/>
                <w:sz w:val="24"/>
                <w:szCs w:val="24"/>
                <w:lang w:val="ru-RU" w:eastAsia="ru-RU"/>
              </w:rPr>
              <w:t>проведення:</w:t>
            </w:r>
          </w:p>
        </w:tc>
        <w:tc>
          <w:tcPr>
            <w:tcW w:w="7194" w:type="dxa"/>
          </w:tcPr>
          <w:p w:rsidR="00106E33" w:rsidRPr="00CB1924" w:rsidRDefault="00106E33" w:rsidP="00524B53">
            <w:pPr>
              <w:pStyle w:val="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ru-RU" w:eastAsia="en-US"/>
              </w:rPr>
            </w:pPr>
            <w:r w:rsidRPr="00487A2C">
              <w:rPr>
                <w:bCs/>
                <w:iCs/>
                <w:sz w:val="24"/>
                <w:szCs w:val="24"/>
                <w:lang w:eastAsia="ru-RU"/>
              </w:rPr>
              <w:t>Мала зала засідань</w:t>
            </w:r>
            <w:r w:rsidRPr="00CB1924">
              <w:rPr>
                <w:bCs/>
                <w:iCs/>
                <w:sz w:val="24"/>
                <w:szCs w:val="24"/>
                <w:lang w:val="ru-RU" w:eastAsia="en-US"/>
              </w:rPr>
              <w:t xml:space="preserve"> Новоушицької селищної ради </w:t>
            </w:r>
            <w:r w:rsidRPr="00CB1924">
              <w:rPr>
                <w:sz w:val="24"/>
                <w:szCs w:val="24"/>
                <w:shd w:val="clear" w:color="auto" w:fill="FFFFFF"/>
                <w:lang w:val="ru-RU" w:eastAsia="en-US"/>
              </w:rPr>
              <w:t>(</w:t>
            </w:r>
            <w:r w:rsidRPr="00487A2C">
              <w:rPr>
                <w:sz w:val="24"/>
                <w:szCs w:val="24"/>
                <w:shd w:val="clear" w:color="auto" w:fill="FFFFFF"/>
                <w:lang w:eastAsia="en-US"/>
              </w:rPr>
              <w:t>3</w:t>
            </w:r>
            <w:r w:rsidRPr="00CB1924">
              <w:rPr>
                <w:sz w:val="24"/>
                <w:szCs w:val="24"/>
                <w:shd w:val="clear" w:color="auto" w:fill="FFFFFF"/>
                <w:lang w:val="ru-RU" w:eastAsia="en-US"/>
              </w:rPr>
              <w:t>-й поверх</w:t>
            </w:r>
            <w:r w:rsidRPr="00487A2C">
              <w:rPr>
                <w:sz w:val="24"/>
                <w:szCs w:val="24"/>
                <w:shd w:val="clear" w:color="auto" w:fill="FFFFFF"/>
                <w:lang w:eastAsia="en-US"/>
              </w:rPr>
              <w:t xml:space="preserve">,                       </w:t>
            </w:r>
            <w:r w:rsidRPr="00CB1924">
              <w:rPr>
                <w:sz w:val="24"/>
                <w:szCs w:val="24"/>
                <w:shd w:val="clear" w:color="auto" w:fill="FFFFFF"/>
                <w:lang w:val="ru-RU" w:eastAsia="en-US"/>
              </w:rPr>
              <w:t>вул. Подільська, 17, смт Нова Ушиця).</w:t>
            </w:r>
          </w:p>
        </w:tc>
      </w:tr>
      <w:tr w:rsidR="00106E33" w:rsidRPr="00600C92" w:rsidTr="00111CBC">
        <w:tc>
          <w:tcPr>
            <w:tcW w:w="2660" w:type="dxa"/>
          </w:tcPr>
          <w:p w:rsidR="00106E33" w:rsidRPr="00487A2C" w:rsidRDefault="00106E33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CB1924">
              <w:rPr>
                <w:b/>
                <w:bCs/>
                <w:iCs/>
                <w:sz w:val="24"/>
                <w:szCs w:val="24"/>
                <w:lang w:val="ru-RU" w:eastAsia="en-US"/>
              </w:rPr>
              <w:t>Всього членів комісії</w:t>
            </w:r>
            <w:r w:rsidRPr="00487A2C">
              <w:rPr>
                <w:b/>
                <w:bCs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7194" w:type="dxa"/>
          </w:tcPr>
          <w:p w:rsidR="00106E33" w:rsidRPr="00CB1924" w:rsidRDefault="00106E33" w:rsidP="00111CBC">
            <w:pPr>
              <w:pStyle w:val="1"/>
              <w:shd w:val="clear" w:color="auto" w:fill="auto"/>
              <w:spacing w:before="120" w:after="0"/>
              <w:rPr>
                <w:sz w:val="24"/>
                <w:szCs w:val="24"/>
                <w:lang w:val="ru-RU" w:eastAsia="en-US"/>
              </w:rPr>
            </w:pPr>
            <w:r w:rsidRPr="00487A2C">
              <w:rPr>
                <w:bCs/>
                <w:iCs/>
                <w:sz w:val="24"/>
                <w:szCs w:val="24"/>
                <w:lang w:eastAsia="en-US"/>
              </w:rPr>
              <w:t>20</w:t>
            </w:r>
          </w:p>
        </w:tc>
      </w:tr>
      <w:tr w:rsidR="00106E33" w:rsidRPr="0090394A" w:rsidTr="003C66D4">
        <w:trPr>
          <w:trHeight w:val="765"/>
        </w:trPr>
        <w:tc>
          <w:tcPr>
            <w:tcW w:w="2660" w:type="dxa"/>
          </w:tcPr>
          <w:p w:rsidR="00106E33" w:rsidRPr="00CB1924" w:rsidRDefault="00106E33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ru-RU" w:eastAsia="en-US"/>
              </w:rPr>
            </w:pPr>
            <w:r w:rsidRPr="00CB1924">
              <w:rPr>
                <w:b/>
                <w:bCs/>
                <w:iCs/>
                <w:sz w:val="24"/>
                <w:szCs w:val="24"/>
                <w:lang w:val="ru-RU" w:eastAsia="en-US"/>
              </w:rPr>
              <w:t>Присутні:</w:t>
            </w:r>
          </w:p>
          <w:p w:rsidR="00106E33" w:rsidRDefault="00106E33" w:rsidP="002E7F08">
            <w:pPr>
              <w:rPr>
                <w:lang w:val="uk-UA"/>
              </w:rPr>
            </w:pPr>
          </w:p>
          <w:p w:rsidR="00106E33" w:rsidRDefault="00106E33" w:rsidP="002E7F08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:rsidR="00106E33" w:rsidRPr="00A36184" w:rsidRDefault="00106E33" w:rsidP="002E7F08">
            <w:pPr>
              <w:rPr>
                <w:rFonts w:ascii="Times New Roman" w:hAnsi="Times New Roman"/>
                <w:lang w:val="uk-UA"/>
              </w:rPr>
            </w:pPr>
            <w:r w:rsidRPr="00A3618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106E33" w:rsidRPr="00487A2C" w:rsidRDefault="00106E33" w:rsidP="00995996">
            <w:pPr>
              <w:pStyle w:val="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eastAsia="en-US"/>
              </w:rPr>
            </w:pPr>
            <w:r w:rsidRPr="00487A2C">
              <w:rPr>
                <w:sz w:val="24"/>
                <w:szCs w:val="24"/>
                <w:lang w:eastAsia="en-US"/>
              </w:rPr>
              <w:t xml:space="preserve">Громяк Л.П.,  Коротун Р. П., Танасійчук Ю.С., Зваричук А.В., Гвоздюк І.В. </w:t>
            </w:r>
            <w:r w:rsidRPr="00487A2C">
              <w:rPr>
                <w:sz w:val="24"/>
                <w:szCs w:val="24"/>
              </w:rPr>
              <w:t>Ковальська В.І. Самсонюк С. І., Дроздов В.В., Ковальський П.П., Гринчук</w:t>
            </w:r>
          </w:p>
          <w:p w:rsidR="00106E33" w:rsidRPr="00487A2C" w:rsidRDefault="00106E33" w:rsidP="00765492">
            <w:pPr>
              <w:pStyle w:val="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eastAsia="en-US"/>
              </w:rPr>
            </w:pPr>
          </w:p>
          <w:p w:rsidR="00106E33" w:rsidRPr="00A9255B" w:rsidRDefault="00106E33" w:rsidP="00995996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Джумабаєв С.Б., Олійник Н.І., Тарадайко О.І., </w:t>
            </w:r>
            <w:r w:rsidRPr="00E5777B">
              <w:rPr>
                <w:rFonts w:ascii="Times New Roman" w:hAnsi="Times New Roman"/>
                <w:sz w:val="24"/>
                <w:szCs w:val="24"/>
                <w:lang w:val="uk-UA"/>
              </w:rPr>
              <w:t>Проциш О.Д.,</w:t>
            </w:r>
            <w:r w:rsidRPr="00E5777B">
              <w:rPr>
                <w:sz w:val="24"/>
                <w:szCs w:val="24"/>
                <w:lang w:val="uk-UA"/>
              </w:rPr>
              <w:t xml:space="preserve">  </w:t>
            </w:r>
            <w:r w:rsidRPr="00E5777B">
              <w:rPr>
                <w:rFonts w:ascii="Times New Roman" w:hAnsi="Times New Roman"/>
                <w:sz w:val="24"/>
                <w:szCs w:val="24"/>
                <w:lang w:val="uk-UA"/>
              </w:rPr>
              <w:t>Олійник Т.В.,  Семенюк В.П.,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Підлісний В.В., Лясковський О.В., Івасик М.В., Фінагеєва Н.М.</w:t>
            </w:r>
          </w:p>
        </w:tc>
      </w:tr>
      <w:tr w:rsidR="00106E33" w:rsidRPr="00A9255B" w:rsidTr="00111CBC">
        <w:tc>
          <w:tcPr>
            <w:tcW w:w="2660" w:type="dxa"/>
          </w:tcPr>
          <w:p w:rsidR="00106E33" w:rsidRPr="00487A2C" w:rsidRDefault="00106E33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487A2C">
              <w:rPr>
                <w:b/>
                <w:bCs/>
                <w:iCs/>
                <w:sz w:val="24"/>
                <w:szCs w:val="24"/>
                <w:lang w:eastAsia="en-US"/>
              </w:rPr>
              <w:t>Головує на засіданні:</w:t>
            </w:r>
          </w:p>
        </w:tc>
        <w:tc>
          <w:tcPr>
            <w:tcW w:w="7194" w:type="dxa"/>
          </w:tcPr>
          <w:p w:rsidR="00106E33" w:rsidRPr="00487A2C" w:rsidRDefault="00106E33" w:rsidP="00765492">
            <w:pPr>
              <w:pStyle w:val="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eastAsia="en-US"/>
              </w:rPr>
            </w:pPr>
            <w:r w:rsidRPr="00487A2C">
              <w:rPr>
                <w:bCs/>
                <w:sz w:val="24"/>
                <w:szCs w:val="24"/>
              </w:rPr>
              <w:t>Костюченко В.В.</w:t>
            </w:r>
            <w:r w:rsidRPr="00487A2C">
              <w:rPr>
                <w:bCs/>
                <w:iCs/>
                <w:sz w:val="24"/>
                <w:szCs w:val="24"/>
                <w:lang w:eastAsia="en-US"/>
              </w:rPr>
              <w:t xml:space="preserve"> – секретар ради.</w:t>
            </w:r>
          </w:p>
        </w:tc>
      </w:tr>
      <w:tr w:rsidR="00106E33" w:rsidRPr="00E3026A" w:rsidTr="00111CBC">
        <w:tc>
          <w:tcPr>
            <w:tcW w:w="2660" w:type="dxa"/>
          </w:tcPr>
          <w:p w:rsidR="00106E33" w:rsidRPr="00487A2C" w:rsidRDefault="00106E33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487A2C">
              <w:rPr>
                <w:b/>
                <w:bCs/>
                <w:iCs/>
                <w:sz w:val="24"/>
                <w:szCs w:val="24"/>
                <w:lang w:eastAsia="en-US"/>
              </w:rPr>
              <w:t>Запрошені:</w:t>
            </w:r>
          </w:p>
        </w:tc>
        <w:tc>
          <w:tcPr>
            <w:tcW w:w="7194" w:type="dxa"/>
          </w:tcPr>
          <w:p w:rsidR="00106E33" w:rsidRPr="00487A2C" w:rsidRDefault="00106E33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487A2C">
              <w:rPr>
                <w:sz w:val="24"/>
                <w:szCs w:val="24"/>
                <w:lang w:eastAsia="en-US"/>
              </w:rPr>
              <w:t>Громяк Л.П. – начальник відділу фінансів селищної ради;</w:t>
            </w:r>
          </w:p>
          <w:p w:rsidR="00106E33" w:rsidRPr="00487A2C" w:rsidRDefault="00106E33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487A2C">
              <w:rPr>
                <w:sz w:val="24"/>
                <w:szCs w:val="24"/>
                <w:lang w:eastAsia="en-US"/>
              </w:rPr>
              <w:t>Космак І.М. – начальник відділу комунальної власності та житлово-комунального господарства селищної ради;</w:t>
            </w:r>
          </w:p>
          <w:p w:rsidR="00106E33" w:rsidRPr="00487A2C" w:rsidRDefault="00106E33" w:rsidP="00B7279A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487A2C">
              <w:rPr>
                <w:sz w:val="24"/>
                <w:szCs w:val="24"/>
                <w:lang w:eastAsia="en-US"/>
              </w:rPr>
              <w:t>Мазур П.А. – заступник селищного голови з питань діяльності виконавчих органів;</w:t>
            </w:r>
          </w:p>
          <w:p w:rsidR="00106E33" w:rsidRPr="00487A2C" w:rsidRDefault="00106E33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487A2C">
              <w:rPr>
                <w:sz w:val="24"/>
                <w:szCs w:val="24"/>
                <w:lang w:eastAsia="en-US"/>
              </w:rPr>
              <w:t>Московчук О.Є. - заступник селищного голови з питань діяльності виконавчих органів;</w:t>
            </w:r>
          </w:p>
          <w:p w:rsidR="00106E33" w:rsidRPr="00487A2C" w:rsidRDefault="00106E33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487A2C">
              <w:rPr>
                <w:sz w:val="24"/>
                <w:szCs w:val="24"/>
                <w:lang w:eastAsia="en-US"/>
              </w:rPr>
              <w:t>Гладій В.Є. – керівник комунального некомерційного підприємства «Новоушицька багатопрофільна лікарня»;</w:t>
            </w:r>
            <w:r w:rsidRPr="00487A2C">
              <w:rPr>
                <w:sz w:val="24"/>
                <w:szCs w:val="24"/>
                <w:lang w:eastAsia="en-US"/>
              </w:rPr>
              <w:br/>
              <w:t>Зваричук В.В. – керуючий справами (секретар) виконавчого комітету Новоушицької селищної ради;</w:t>
            </w:r>
          </w:p>
          <w:p w:rsidR="00106E33" w:rsidRPr="00487A2C" w:rsidRDefault="00106E33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487A2C">
              <w:rPr>
                <w:sz w:val="24"/>
                <w:szCs w:val="24"/>
                <w:lang w:eastAsia="en-US"/>
              </w:rPr>
              <w:t xml:space="preserve">Власова М.М. - </w:t>
            </w:r>
            <w:r w:rsidRPr="00487A2C">
              <w:rPr>
                <w:color w:val="000000"/>
                <w:sz w:val="24"/>
                <w:szCs w:val="24"/>
              </w:rPr>
              <w:t>начальник відділу освіти, молоді та спорту Новоушицької селищної ради;</w:t>
            </w:r>
          </w:p>
          <w:p w:rsidR="00106E33" w:rsidRPr="00487A2C" w:rsidRDefault="00106E33" w:rsidP="00995996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06E33" w:rsidRPr="007D3457" w:rsidRDefault="00106E33" w:rsidP="00A532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D3457">
        <w:rPr>
          <w:rFonts w:ascii="Times New Roman" w:hAnsi="Times New Roman"/>
          <w:b/>
          <w:sz w:val="24"/>
          <w:szCs w:val="24"/>
        </w:rPr>
        <w:t>ПОРЯДОК ДЕННИЙ</w:t>
      </w:r>
    </w:p>
    <w:p w:rsidR="00106E33" w:rsidRPr="00CD77E6" w:rsidRDefault="00106E33" w:rsidP="00163355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024BAC">
        <w:t xml:space="preserve">Про </w:t>
      </w:r>
      <w:r>
        <w:rPr>
          <w:lang w:val="uk-UA"/>
        </w:rPr>
        <w:t>Стратегію розвитку Новоушицької селищної територіальної громади Кам’янець-Подільського району Хмельницької області до 2027 року;</w:t>
      </w:r>
    </w:p>
    <w:p w:rsidR="00106E33" w:rsidRPr="00CD77E6" w:rsidRDefault="00106E33" w:rsidP="00163355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>Про Програму компенсації пільгового проїзду окремих категорій громадян автомобільним транспортом на приміських автобусних маршрутах загального користування Новоушицької територіальної громади на 2024-2026 роки;</w:t>
      </w:r>
    </w:p>
    <w:p w:rsidR="00106E33" w:rsidRDefault="00106E33" w:rsidP="00DE7F79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024BAC">
        <w:t xml:space="preserve">Про </w:t>
      </w:r>
      <w:r>
        <w:rPr>
          <w:lang w:val="uk-UA"/>
        </w:rPr>
        <w:t>внесення змін до Програми фінансової підтримки комунального некомерційного підприємства «Новоушицька багатопрофільна лікарня» Новоушицької селищної ради на 2021-2023 роки;</w:t>
      </w:r>
    </w:p>
    <w:p w:rsidR="00106E33" w:rsidRPr="00CD77E6" w:rsidRDefault="00106E33" w:rsidP="00DE7F79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024BAC">
        <w:t xml:space="preserve">Про </w:t>
      </w:r>
      <w:r>
        <w:rPr>
          <w:lang w:val="uk-UA"/>
        </w:rPr>
        <w:t>внесення змін до Програми військово-патріотичного виховання, підготовки молоді до служби та сприяння у забезпеченні призову на військову службу до Збройних Сил України на 2022-2023 роки;</w:t>
      </w:r>
    </w:p>
    <w:p w:rsidR="00106E33" w:rsidRPr="00CD77E6" w:rsidRDefault="00106E33" w:rsidP="00CE39BB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CE39BB">
        <w:rPr>
          <w:lang w:val="uk-UA"/>
        </w:rPr>
        <w:t xml:space="preserve">Про </w:t>
      </w:r>
      <w:r>
        <w:rPr>
          <w:lang w:val="uk-UA"/>
        </w:rPr>
        <w:t>Програму будівництва, ремонту та утримання комунальних доріг Новоушицької селищної територіальної громади на 2024 роки;</w:t>
      </w:r>
    </w:p>
    <w:p w:rsidR="00106E33" w:rsidRPr="00CD77E6" w:rsidRDefault="00106E33" w:rsidP="00DE7F79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024BAC">
        <w:t xml:space="preserve">Про </w:t>
      </w:r>
      <w:r>
        <w:rPr>
          <w:lang w:val="uk-UA"/>
        </w:rPr>
        <w:t>Програму розвитку житлово-комунального господарства та благоустрою території Новоушицької селищної територіальної громади на 2024 рік;</w:t>
      </w:r>
    </w:p>
    <w:p w:rsidR="00106E33" w:rsidRPr="00CD77E6" w:rsidRDefault="00106E33" w:rsidP="00DE7F79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024BAC">
        <w:t xml:space="preserve">Про </w:t>
      </w:r>
      <w:r>
        <w:rPr>
          <w:lang w:val="uk-UA"/>
        </w:rPr>
        <w:t>програму «Питна вода Новоушиччини» на 2024 рік;</w:t>
      </w:r>
    </w:p>
    <w:p w:rsidR="00106E33" w:rsidRPr="00CD77E6" w:rsidRDefault="00106E33" w:rsidP="00DE7F79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024BAC">
        <w:t xml:space="preserve">Про </w:t>
      </w:r>
      <w:r>
        <w:rPr>
          <w:lang w:val="uk-UA"/>
        </w:rPr>
        <w:t>затвердження звітів про оцінку майна комунальної власності;</w:t>
      </w:r>
    </w:p>
    <w:p w:rsidR="00106E33" w:rsidRPr="00CD77E6" w:rsidRDefault="00106E33" w:rsidP="007D345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t xml:space="preserve">Про </w:t>
      </w:r>
      <w:r>
        <w:rPr>
          <w:lang w:val="uk-UA"/>
        </w:rPr>
        <w:t>передачу майна комунальної власності;</w:t>
      </w:r>
    </w:p>
    <w:p w:rsidR="00106E33" w:rsidRDefault="00106E33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CE39BB">
        <w:t xml:space="preserve">Про </w:t>
      </w:r>
      <w:r>
        <w:rPr>
          <w:lang w:val="uk-UA"/>
        </w:rPr>
        <w:t>затвердження граничної чисельності штатних одиниць комунальних установ і закладів Новоушицької селищної ради на 2024 рік;</w:t>
      </w:r>
    </w:p>
    <w:p w:rsidR="00106E33" w:rsidRDefault="00106E33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t xml:space="preserve">Про </w:t>
      </w:r>
      <w:r>
        <w:rPr>
          <w:lang w:val="uk-UA"/>
        </w:rPr>
        <w:t>внесення змін до окремих рішень селищної ради;</w:t>
      </w:r>
    </w:p>
    <w:p w:rsidR="00106E33" w:rsidRDefault="00106E33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CE39BB">
        <w:t xml:space="preserve">Про </w:t>
      </w:r>
      <w:r>
        <w:rPr>
          <w:lang w:val="uk-UA"/>
        </w:rPr>
        <w:t>відділ оборонно-мобілізаційної роботи та забезпечення цивільного захисту;</w:t>
      </w:r>
    </w:p>
    <w:p w:rsidR="00106E33" w:rsidRDefault="00106E33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t xml:space="preserve">Про </w:t>
      </w:r>
      <w:r>
        <w:rPr>
          <w:lang w:val="uk-UA"/>
        </w:rPr>
        <w:t>бюджет Новоушицької селищної територіальної громади (код бюджету:2251600000) на 2024 рік;</w:t>
      </w:r>
    </w:p>
    <w:p w:rsidR="00106E33" w:rsidRPr="0090394A" w:rsidRDefault="00106E33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>
        <w:rPr>
          <w:lang w:val="uk-UA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місцевості);</w:t>
      </w:r>
    </w:p>
    <w:p w:rsidR="00106E33" w:rsidRPr="0090394A" w:rsidRDefault="00106E33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>
        <w:rPr>
          <w:lang w:val="uk-UA"/>
        </w:rPr>
        <w:t>Про виділення земельних ділянок в натурі (на місцевості);</w:t>
      </w:r>
    </w:p>
    <w:p w:rsidR="00106E33" w:rsidRPr="0090394A" w:rsidRDefault="00106E33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90394A">
        <w:rPr>
          <w:lang w:val="uk-UA"/>
        </w:rPr>
        <w:t>Про затвердження проєктів землеустрою щодо відведення земельних ділянок в оренду;</w:t>
      </w:r>
    </w:p>
    <w:p w:rsidR="00106E33" w:rsidRPr="0090394A" w:rsidRDefault="00106E33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90394A">
        <w:rPr>
          <w:lang w:val="uk-UA"/>
        </w:rPr>
        <w:t>Про затвердження технічної документації із землеустрою щодо інвентаризації земельної ділянки;</w:t>
      </w:r>
    </w:p>
    <w:p w:rsidR="00106E33" w:rsidRPr="0090394A" w:rsidRDefault="00106E33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90394A">
        <w:rPr>
          <w:lang w:val="uk-UA"/>
        </w:rPr>
        <w:t>Про внесення змін до договору оренди земельної ділянки;</w:t>
      </w:r>
    </w:p>
    <w:p w:rsidR="00106E33" w:rsidRPr="0090394A" w:rsidRDefault="00106E33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90394A">
        <w:rPr>
          <w:lang w:val="uk-UA"/>
        </w:rPr>
        <w:t>Про припинення договору особистого строкового сервітуту;</w:t>
      </w:r>
    </w:p>
    <w:p w:rsidR="00106E33" w:rsidRPr="0090394A" w:rsidRDefault="00106E33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90394A">
        <w:rPr>
          <w:lang w:val="uk-UA"/>
        </w:rPr>
        <w:t>Про розгляд клопотань щодо встановлення сервітуту;</w:t>
      </w:r>
    </w:p>
    <w:p w:rsidR="00106E33" w:rsidRPr="0090394A" w:rsidRDefault="00106E33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90394A">
        <w:rPr>
          <w:lang w:val="uk-UA"/>
        </w:rPr>
        <w:t>Про розгляд заяви щодо надання дозволу на розроблення проєкту землеустрою щодо відведення земельної ділянки;</w:t>
      </w:r>
    </w:p>
    <w:p w:rsidR="00106E33" w:rsidRPr="00E27C51" w:rsidRDefault="00106E33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>
        <w:rPr>
          <w:lang w:val="uk-UA"/>
        </w:rPr>
        <w:t>Про план роботи селищної ради на 2024 рік;</w:t>
      </w:r>
    </w:p>
    <w:p w:rsidR="00106E33" w:rsidRPr="00E27C51" w:rsidRDefault="00106E33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>
        <w:rPr>
          <w:lang w:val="uk-UA"/>
        </w:rPr>
        <w:t>Про внесення змін до рішення селищної ради від 31 серпня 2023 року №5;</w:t>
      </w:r>
    </w:p>
    <w:p w:rsidR="00106E33" w:rsidRPr="007F3405" w:rsidRDefault="00106E33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rStyle w:val="Strong"/>
          <w:lang w:val="uk-UA"/>
        </w:rPr>
      </w:pPr>
      <w:r>
        <w:rPr>
          <w:lang w:val="uk-UA"/>
        </w:rPr>
        <w:t>Різне.</w:t>
      </w:r>
    </w:p>
    <w:p w:rsidR="00106E33" w:rsidRPr="00E27C51" w:rsidRDefault="00106E33" w:rsidP="007C52C0">
      <w:pPr>
        <w:pStyle w:val="NormalWeb"/>
        <w:shd w:val="clear" w:color="auto" w:fill="FFFFFF"/>
        <w:tabs>
          <w:tab w:val="left" w:pos="0"/>
        </w:tabs>
        <w:spacing w:after="0"/>
        <w:jc w:val="both"/>
        <w:rPr>
          <w:rStyle w:val="Strong"/>
          <w:b w:val="0"/>
          <w:lang w:val="uk-UA"/>
        </w:rPr>
      </w:pPr>
      <w:r w:rsidRPr="00125CF6">
        <w:rPr>
          <w:rStyle w:val="Strong"/>
          <w:bCs/>
          <w:lang w:val="uk-UA"/>
        </w:rPr>
        <w:t>1.</w:t>
      </w:r>
      <w:r w:rsidRPr="00125CF6">
        <w:rPr>
          <w:rStyle w:val="Strong"/>
          <w:bCs/>
          <w:color w:val="FF0000"/>
          <w:lang w:val="uk-UA"/>
        </w:rPr>
        <w:tab/>
      </w:r>
      <w:r w:rsidRPr="00E27C51">
        <w:rPr>
          <w:b/>
        </w:rPr>
        <w:t>Про</w:t>
      </w:r>
      <w:r w:rsidRPr="00024BAC">
        <w:t xml:space="preserve"> </w:t>
      </w:r>
      <w:r w:rsidRPr="00E27C51">
        <w:rPr>
          <w:b/>
          <w:lang w:val="uk-UA"/>
        </w:rPr>
        <w:t>Стратегію розвитку Новоушицької селищної територіальної громади Кам’янець-Подільського району Хмельницької області до 2027 року</w:t>
      </w:r>
      <w:r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125CF6" w:rsidTr="003C66D4">
        <w:trPr>
          <w:trHeight w:val="123"/>
        </w:trPr>
        <w:tc>
          <w:tcPr>
            <w:tcW w:w="2093" w:type="dxa"/>
          </w:tcPr>
          <w:p w:rsidR="00106E33" w:rsidRPr="00125CF6" w:rsidRDefault="00106E33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125CF6" w:rsidRDefault="00106E33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106E33" w:rsidRPr="00A20600" w:rsidTr="00E15603">
        <w:trPr>
          <w:trHeight w:val="565"/>
        </w:trPr>
        <w:tc>
          <w:tcPr>
            <w:tcW w:w="2093" w:type="dxa"/>
          </w:tcPr>
          <w:p w:rsidR="00106E33" w:rsidRPr="00814EB8" w:rsidRDefault="00106E33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Московчука О.Є..</w:t>
            </w:r>
          </w:p>
        </w:tc>
        <w:tc>
          <w:tcPr>
            <w:tcW w:w="7962" w:type="dxa"/>
          </w:tcPr>
          <w:p w:rsidR="00106E33" w:rsidRPr="00125CF6" w:rsidRDefault="00106E33" w:rsidP="007C52C0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lang w:val="uk-UA"/>
              </w:rPr>
            </w:pPr>
            <w:r w:rsidRPr="00125CF6">
              <w:rPr>
                <w:bCs/>
                <w:lang w:val="uk-UA" w:eastAsia="uk-UA"/>
              </w:rPr>
              <w:t>Про те, що пропонуєть</w:t>
            </w:r>
            <w:r>
              <w:rPr>
                <w:bCs/>
                <w:lang w:val="uk-UA" w:eastAsia="uk-UA"/>
              </w:rPr>
              <w:t>ся попередньо розглянути проект</w:t>
            </w:r>
            <w:r w:rsidRPr="00125CF6">
              <w:rPr>
                <w:bCs/>
                <w:lang w:val="uk-UA" w:eastAsia="uk-UA"/>
              </w:rPr>
              <w:t xml:space="preserve"> рішення </w:t>
            </w:r>
            <w:r w:rsidRPr="007D3457">
              <w:rPr>
                <w:bCs/>
                <w:lang w:val="uk-UA" w:eastAsia="uk-UA"/>
              </w:rPr>
              <w:t>«</w:t>
            </w:r>
            <w:r w:rsidRPr="00024BAC">
              <w:t xml:space="preserve">Про </w:t>
            </w:r>
            <w:r>
              <w:rPr>
                <w:lang w:val="uk-UA"/>
              </w:rPr>
              <w:t>Стратегію розвитку Новоушицької селищної територіальної громади Кам’янець-Подільського району Хмельницької області до 2027 року</w:t>
            </w:r>
            <w:r w:rsidRPr="007D3457">
              <w:rPr>
                <w:bCs/>
                <w:lang w:val="uk-UA" w:eastAsia="uk-UA"/>
              </w:rPr>
              <w:t>»</w:t>
            </w:r>
          </w:p>
        </w:tc>
      </w:tr>
      <w:tr w:rsidR="00106E33" w:rsidRPr="00A20600" w:rsidTr="009D3F2D">
        <w:trPr>
          <w:trHeight w:val="864"/>
        </w:trPr>
        <w:tc>
          <w:tcPr>
            <w:tcW w:w="2093" w:type="dxa"/>
          </w:tcPr>
          <w:p w:rsidR="00106E33" w:rsidRPr="00125CF6" w:rsidRDefault="00106E33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7C52C0" w:rsidRDefault="00106E33" w:rsidP="007C52C0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lang w:val="uk-UA"/>
              </w:rPr>
            </w:pPr>
            <w:r w:rsidRPr="00125CF6">
              <w:rPr>
                <w:lang w:val="uk-UA" w:eastAsia="uk-UA"/>
              </w:rPr>
              <w:t>Запропонувати селищній раді проект</w:t>
            </w:r>
            <w:r>
              <w:rPr>
                <w:lang w:val="uk-UA" w:eastAsia="uk-UA"/>
              </w:rPr>
              <w:t xml:space="preserve"> рішення </w:t>
            </w:r>
            <w:r w:rsidRPr="007D3457">
              <w:rPr>
                <w:lang w:val="uk-UA" w:eastAsia="uk-UA"/>
              </w:rPr>
              <w:t>«</w:t>
            </w:r>
            <w:r w:rsidRPr="00024BAC">
              <w:t xml:space="preserve">Про </w:t>
            </w:r>
            <w:r>
              <w:rPr>
                <w:lang w:val="uk-UA"/>
              </w:rPr>
              <w:t>Стратегію розвитку Новоушицької селищної територіальної громади Кам’янець-Подільського району Хмельницької області до 2027 року</w:t>
            </w:r>
            <w:r w:rsidRPr="007D3457">
              <w:rPr>
                <w:bCs/>
                <w:lang w:val="uk-UA"/>
              </w:rPr>
              <w:t>»</w:t>
            </w:r>
            <w:r>
              <w:rPr>
                <w:bCs/>
                <w:lang w:val="uk-UA"/>
              </w:rPr>
              <w:t xml:space="preserve"> винести на розгляд депутатів селищної ради</w:t>
            </w:r>
          </w:p>
        </w:tc>
      </w:tr>
    </w:tbl>
    <w:p w:rsidR="00106E33" w:rsidRPr="007C52C0" w:rsidRDefault="00106E33" w:rsidP="009D7C1F">
      <w:pPr>
        <w:pStyle w:val="NormalWeb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Strong"/>
          <w:b w:val="0"/>
          <w:bCs/>
          <w:lang w:val="uk-UA"/>
        </w:rPr>
      </w:pPr>
      <w:r w:rsidRPr="00125CF6">
        <w:rPr>
          <w:rStyle w:val="Strong"/>
          <w:bCs/>
          <w:lang w:val="uk-UA"/>
        </w:rPr>
        <w:t xml:space="preserve">2. </w:t>
      </w:r>
      <w:r w:rsidRPr="00E27C51">
        <w:rPr>
          <w:b/>
          <w:lang w:val="uk-UA"/>
        </w:rPr>
        <w:t>Про Програму компенсації пільгового проїзду окремих категорій громадян автомобільним транспортом на приміських автобусних маршрутах загального користування Новоушицької територіальної громади на 2024-2026 роки</w:t>
      </w:r>
      <w:r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125CF6" w:rsidTr="00FD0CEC">
        <w:trPr>
          <w:trHeight w:val="123"/>
        </w:trPr>
        <w:tc>
          <w:tcPr>
            <w:tcW w:w="2093" w:type="dxa"/>
          </w:tcPr>
          <w:p w:rsidR="00106E33" w:rsidRPr="00125CF6" w:rsidRDefault="00106E33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125CF6" w:rsidRDefault="00106E33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E3026A" w:rsidTr="00FD0CEC">
        <w:trPr>
          <w:trHeight w:val="123"/>
        </w:trPr>
        <w:tc>
          <w:tcPr>
            <w:tcW w:w="2093" w:type="dxa"/>
          </w:tcPr>
          <w:p w:rsidR="00106E33" w:rsidRPr="00814EB8" w:rsidRDefault="00106E33" w:rsidP="00814EB8">
            <w:pPr>
              <w:widowControl w:val="0"/>
              <w:spacing w:after="0" w:line="240" w:lineRule="auto"/>
              <w:ind w:right="-25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Московчука О.Є.</w:t>
            </w:r>
          </w:p>
        </w:tc>
        <w:tc>
          <w:tcPr>
            <w:tcW w:w="7962" w:type="dxa"/>
          </w:tcPr>
          <w:p w:rsidR="00106E33" w:rsidRPr="00125CF6" w:rsidRDefault="00106E33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7C52C0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E27C51">
              <w:rPr>
                <w:rFonts w:ascii="Times New Roman" w:hAnsi="Times New Roman"/>
                <w:sz w:val="24"/>
                <w:szCs w:val="24"/>
                <w:lang w:val="uk-UA"/>
              </w:rPr>
              <w:t>Про Програму компенсації пільгового проїзду окремих категорій громадян автомобільним транспортом на приміських автобусних маршрутах загального користування Новоушицької територіальної громади на 2024-2026 роки</w:t>
            </w:r>
            <w:r w:rsidRPr="00E27C5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E3026A" w:rsidTr="009D3F2D">
        <w:trPr>
          <w:trHeight w:val="831"/>
        </w:trPr>
        <w:tc>
          <w:tcPr>
            <w:tcW w:w="2093" w:type="dxa"/>
          </w:tcPr>
          <w:p w:rsidR="00106E33" w:rsidRDefault="00106E33" w:rsidP="00FD0C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06E33" w:rsidRPr="00125CF6" w:rsidRDefault="00106E33" w:rsidP="00FD0C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Default="00106E33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106E33" w:rsidRDefault="00106E33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B24EA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Pr="00E27C51">
              <w:rPr>
                <w:rFonts w:ascii="Times New Roman" w:hAnsi="Times New Roman"/>
                <w:sz w:val="24"/>
                <w:szCs w:val="24"/>
                <w:lang w:val="uk-UA"/>
              </w:rPr>
              <w:t>Про Програму компенсації пільгового проїзду окремих категорій громадян автомобільним транспортом на приміських автобусних маршрутах загального користування Новоушицької територіальної громади на 2024-2026 роки</w:t>
            </w:r>
            <w:r w:rsidRPr="00EB24EA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106E33" w:rsidRPr="00125CF6" w:rsidRDefault="00106E33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106E33" w:rsidRPr="007C52C0" w:rsidRDefault="00106E33" w:rsidP="00630506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 w:val="0"/>
          <w:bCs/>
        </w:rPr>
      </w:pPr>
      <w:r w:rsidRPr="00125CF6">
        <w:rPr>
          <w:rStyle w:val="Strong"/>
          <w:bCs/>
          <w:lang w:val="uk-UA"/>
        </w:rPr>
        <w:t xml:space="preserve">3. </w:t>
      </w:r>
      <w:r w:rsidRPr="00E27C51">
        <w:rPr>
          <w:b/>
        </w:rPr>
        <w:t xml:space="preserve">Про </w:t>
      </w:r>
      <w:r w:rsidRPr="00E27C51">
        <w:rPr>
          <w:b/>
          <w:lang w:val="uk-UA"/>
        </w:rPr>
        <w:t>внесення змін до Програми фінансової підтримки комунального некомерційного підприємства «Новоушицька багатопрофільна лікарня» Новоушицької селищної ради на 2021-2023 роки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125CF6" w:rsidTr="009C416E">
        <w:trPr>
          <w:trHeight w:val="123"/>
        </w:trPr>
        <w:tc>
          <w:tcPr>
            <w:tcW w:w="2093" w:type="dxa"/>
          </w:tcPr>
          <w:p w:rsidR="00106E33" w:rsidRPr="00125CF6" w:rsidRDefault="00106E33" w:rsidP="009C416E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125CF6" w:rsidRDefault="00106E33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5A74F8" w:rsidTr="009C416E">
        <w:trPr>
          <w:trHeight w:val="123"/>
        </w:trPr>
        <w:tc>
          <w:tcPr>
            <w:tcW w:w="2093" w:type="dxa"/>
          </w:tcPr>
          <w:p w:rsidR="00106E33" w:rsidRPr="00125CF6" w:rsidRDefault="00106E33" w:rsidP="007C52C0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Гладій В.Є.</w:t>
            </w:r>
          </w:p>
        </w:tc>
        <w:tc>
          <w:tcPr>
            <w:tcW w:w="7962" w:type="dxa"/>
          </w:tcPr>
          <w:p w:rsidR="00106E33" w:rsidRPr="00125CF6" w:rsidRDefault="00106E33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E27C51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E27C51">
              <w:rPr>
                <w:rFonts w:ascii="Times New Roman" w:hAnsi="Times New Roman"/>
                <w:sz w:val="24"/>
                <w:szCs w:val="24"/>
                <w:lang w:val="uk-UA"/>
              </w:rPr>
              <w:t>внесення змін до Програми фінансової підтримки комунального некомерційного підприємства «Новоушицька багатопрофільна лікарня» Новоушицької селищної ради на 2021-2023 роки</w:t>
            </w:r>
            <w:r w:rsidRPr="00E27C5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90394A" w:rsidTr="009D3F2D">
        <w:trPr>
          <w:trHeight w:val="831"/>
        </w:trPr>
        <w:tc>
          <w:tcPr>
            <w:tcW w:w="2093" w:type="dxa"/>
          </w:tcPr>
          <w:p w:rsidR="00106E33" w:rsidRDefault="00106E33" w:rsidP="009C41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06E33" w:rsidRPr="00125CF6" w:rsidRDefault="00106E33" w:rsidP="009C4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Default="00106E33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106E33" w:rsidRPr="00125CF6" w:rsidRDefault="00106E33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E27C51">
              <w:rPr>
                <w:rFonts w:ascii="Times New Roman" w:hAnsi="Times New Roman"/>
                <w:sz w:val="24"/>
                <w:szCs w:val="24"/>
                <w:lang w:val="uk-UA"/>
              </w:rPr>
              <w:t>Про внесення змін до Програми фінансової підтримки комунального некомерційного підприємства «Новоушицька багатопрофільна лікарня» Новоушицької селищної ради на 2021-2023 роки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</w:tbl>
    <w:p w:rsidR="00106E33" w:rsidRPr="00E27C51" w:rsidRDefault="00106E33" w:rsidP="00E27C51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 w:val="0"/>
          <w:lang w:val="uk-UA"/>
        </w:rPr>
      </w:pPr>
      <w:r>
        <w:rPr>
          <w:rStyle w:val="Strong"/>
          <w:bCs/>
          <w:lang w:val="uk-UA"/>
        </w:rPr>
        <w:t>4</w:t>
      </w:r>
      <w:r w:rsidRPr="00125CF6">
        <w:rPr>
          <w:rStyle w:val="Strong"/>
          <w:bCs/>
          <w:lang w:val="uk-UA"/>
        </w:rPr>
        <w:t xml:space="preserve">. </w:t>
      </w:r>
      <w:r w:rsidRPr="00E27C51">
        <w:rPr>
          <w:b/>
        </w:rPr>
        <w:t xml:space="preserve">Про </w:t>
      </w:r>
      <w:r w:rsidRPr="00E27C51">
        <w:rPr>
          <w:b/>
          <w:lang w:val="uk-UA"/>
        </w:rPr>
        <w:t>внесення змін до Програми військово-патріотичного виховання, підготовки молоді до служби та сприяння у забезпеченні призову на військову службу до Збройних Сил України на 2022-2023 роки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125CF6" w:rsidTr="000B2217">
        <w:trPr>
          <w:trHeight w:val="123"/>
        </w:trPr>
        <w:tc>
          <w:tcPr>
            <w:tcW w:w="2093" w:type="dxa"/>
          </w:tcPr>
          <w:p w:rsidR="00106E33" w:rsidRPr="00125CF6" w:rsidRDefault="00106E33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125CF6" w:rsidRDefault="00106E33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463E36" w:rsidTr="000B2217">
        <w:trPr>
          <w:trHeight w:val="123"/>
        </w:trPr>
        <w:tc>
          <w:tcPr>
            <w:tcW w:w="2093" w:type="dxa"/>
          </w:tcPr>
          <w:p w:rsidR="00106E33" w:rsidRPr="00125CF6" w:rsidRDefault="00106E33" w:rsidP="007C52C0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Мазур П.А.</w:t>
            </w:r>
          </w:p>
        </w:tc>
        <w:tc>
          <w:tcPr>
            <w:tcW w:w="7962" w:type="dxa"/>
          </w:tcPr>
          <w:p w:rsidR="00106E33" w:rsidRPr="00125CF6" w:rsidRDefault="00106E33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E27C51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E27C51">
              <w:rPr>
                <w:rFonts w:ascii="Times New Roman" w:hAnsi="Times New Roman"/>
                <w:sz w:val="24"/>
                <w:szCs w:val="24"/>
                <w:lang w:val="uk-UA"/>
              </w:rPr>
              <w:t>внесення змін до Програми військово-патріотичного виховання, підготовки молоді до служби та сприяння у забезпеченні призову на військову службу до Збройних Сил України на 2022-2023 роки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463E36" w:rsidTr="000B2217">
        <w:trPr>
          <w:trHeight w:val="831"/>
        </w:trPr>
        <w:tc>
          <w:tcPr>
            <w:tcW w:w="2093" w:type="dxa"/>
          </w:tcPr>
          <w:p w:rsidR="00106E33" w:rsidRPr="00125CF6" w:rsidRDefault="00106E33" w:rsidP="000B2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125CF6" w:rsidRDefault="00106E33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E27C51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E27C51">
              <w:rPr>
                <w:rFonts w:ascii="Times New Roman" w:hAnsi="Times New Roman"/>
                <w:sz w:val="24"/>
                <w:szCs w:val="24"/>
                <w:lang w:val="uk-UA"/>
              </w:rPr>
              <w:t>внесення змін до Програми військово-патріотичного виховання, підготовки молоді до служби та сприяння у забезпеченні призову на військову службу до Збройних Сил України на 2022-2023 роки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</w:tbl>
    <w:p w:rsidR="00106E33" w:rsidRPr="00C02756" w:rsidRDefault="00106E33" w:rsidP="00F2651E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5</w:t>
      </w:r>
      <w:r w:rsidRPr="00125CF6">
        <w:rPr>
          <w:rStyle w:val="Strong"/>
          <w:bCs/>
          <w:lang w:val="uk-UA"/>
        </w:rPr>
        <w:t xml:space="preserve">. </w:t>
      </w:r>
      <w:r w:rsidRPr="00E27C51">
        <w:rPr>
          <w:b/>
          <w:lang w:val="uk-UA"/>
        </w:rPr>
        <w:t>Про Програму будівництва, ремонту та утримання комунальних доріг Новоушицької селищної територіальної громади на 2024 роки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125CF6" w:rsidTr="000B2217">
        <w:trPr>
          <w:trHeight w:val="123"/>
        </w:trPr>
        <w:tc>
          <w:tcPr>
            <w:tcW w:w="2093" w:type="dxa"/>
          </w:tcPr>
          <w:p w:rsidR="00106E33" w:rsidRPr="00125CF6" w:rsidRDefault="00106E33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125CF6" w:rsidRDefault="00106E33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A43B67" w:rsidTr="000B2217">
        <w:trPr>
          <w:trHeight w:val="123"/>
        </w:trPr>
        <w:tc>
          <w:tcPr>
            <w:tcW w:w="2093" w:type="dxa"/>
          </w:tcPr>
          <w:p w:rsidR="00106E33" w:rsidRPr="00125CF6" w:rsidRDefault="00106E33" w:rsidP="007C52C0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Космака І.М.</w:t>
            </w:r>
          </w:p>
        </w:tc>
        <w:tc>
          <w:tcPr>
            <w:tcW w:w="7962" w:type="dxa"/>
          </w:tcPr>
          <w:p w:rsidR="00106E33" w:rsidRPr="00292808" w:rsidRDefault="00106E33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 w:rsidRPr="00E27C5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E27C51">
              <w:rPr>
                <w:rFonts w:ascii="Times New Roman" w:hAnsi="Times New Roman"/>
                <w:sz w:val="24"/>
                <w:szCs w:val="24"/>
                <w:lang w:val="uk-UA"/>
              </w:rPr>
              <w:t>Про Програму будівництва, ремонту та утримання комунальних доріг Новоушицької селищної територіальної громади на 2024 роки</w:t>
            </w:r>
            <w:r w:rsidRPr="00E27C5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E3026A" w:rsidTr="000B2217">
        <w:trPr>
          <w:trHeight w:val="831"/>
        </w:trPr>
        <w:tc>
          <w:tcPr>
            <w:tcW w:w="2093" w:type="dxa"/>
          </w:tcPr>
          <w:p w:rsidR="00106E33" w:rsidRPr="00125CF6" w:rsidRDefault="00106E33" w:rsidP="000B2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292808" w:rsidRDefault="00106E33" w:rsidP="00F020B6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E27C51">
              <w:rPr>
                <w:lang w:val="uk-UA"/>
              </w:rPr>
              <w:t>Про Програму будівництва, ремонту та утримання комунальних доріг Новоушицької селищної територіальної громади на 2024 роки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106E33" w:rsidRPr="00E27C51" w:rsidRDefault="00106E33" w:rsidP="00F309C9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 w:val="0"/>
          <w:bCs/>
          <w:lang w:val="uk-UA"/>
        </w:rPr>
      </w:pPr>
      <w:r>
        <w:rPr>
          <w:rStyle w:val="Strong"/>
          <w:bCs/>
          <w:lang w:val="uk-UA"/>
        </w:rPr>
        <w:t>6</w:t>
      </w:r>
      <w:r w:rsidRPr="00125CF6">
        <w:rPr>
          <w:rStyle w:val="Strong"/>
          <w:bCs/>
          <w:lang w:val="uk-UA"/>
        </w:rPr>
        <w:t xml:space="preserve">. </w:t>
      </w:r>
      <w:r w:rsidRPr="00E27C51">
        <w:rPr>
          <w:b/>
        </w:rPr>
        <w:t xml:space="preserve">Про </w:t>
      </w:r>
      <w:r w:rsidRPr="00E27C51">
        <w:rPr>
          <w:b/>
          <w:lang w:val="uk-UA"/>
        </w:rPr>
        <w:t>Програму розвитку житлово-комунального господарства та благоустрою території Новоушицької селищної територіальної громади на 2024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292808" w:rsidTr="000823D4">
        <w:trPr>
          <w:trHeight w:val="123"/>
        </w:trPr>
        <w:tc>
          <w:tcPr>
            <w:tcW w:w="2093" w:type="dxa"/>
          </w:tcPr>
          <w:p w:rsidR="00106E33" w:rsidRPr="00292808" w:rsidRDefault="00106E33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292808" w:rsidRDefault="00106E33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7C52C0" w:rsidTr="000823D4">
        <w:trPr>
          <w:trHeight w:val="123"/>
        </w:trPr>
        <w:tc>
          <w:tcPr>
            <w:tcW w:w="2093" w:type="dxa"/>
          </w:tcPr>
          <w:p w:rsidR="00106E33" w:rsidRPr="00292808" w:rsidRDefault="00106E33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 І.М.</w:t>
            </w:r>
          </w:p>
        </w:tc>
        <w:tc>
          <w:tcPr>
            <w:tcW w:w="7962" w:type="dxa"/>
          </w:tcPr>
          <w:p w:rsidR="00106E33" w:rsidRPr="00292808" w:rsidRDefault="00106E33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E27C51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E27C51">
              <w:rPr>
                <w:rFonts w:ascii="Times New Roman" w:hAnsi="Times New Roman"/>
                <w:sz w:val="24"/>
                <w:szCs w:val="24"/>
                <w:lang w:val="uk-UA"/>
              </w:rPr>
              <w:t>Програму розвитку житлово-комунального господарства та благоустрою території Новоушицької селищної територіальної громади на 2024 рік</w:t>
            </w:r>
            <w:r w:rsidRPr="00E27C5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E3026A" w:rsidTr="000823D4">
        <w:trPr>
          <w:trHeight w:val="831"/>
        </w:trPr>
        <w:tc>
          <w:tcPr>
            <w:tcW w:w="2093" w:type="dxa"/>
          </w:tcPr>
          <w:p w:rsidR="00106E33" w:rsidRPr="00292808" w:rsidRDefault="00106E33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292808" w:rsidRDefault="00106E33" w:rsidP="00B44388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024BAC">
              <w:t xml:space="preserve">Про </w:t>
            </w:r>
            <w:r>
              <w:rPr>
                <w:lang w:val="uk-UA"/>
              </w:rPr>
              <w:t>Програму розвитку житлово-комунального господарства та благоустрою території Новоушицької селищної територіальної громади на 2024 рік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106E33" w:rsidRPr="00292808" w:rsidRDefault="00106E33" w:rsidP="00F309C9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 w:val="0"/>
          <w:bCs/>
          <w:lang w:val="uk-UA"/>
        </w:rPr>
      </w:pPr>
      <w:r>
        <w:rPr>
          <w:rStyle w:val="Strong"/>
          <w:bCs/>
          <w:lang w:val="uk-UA"/>
        </w:rPr>
        <w:t>7</w:t>
      </w:r>
      <w:r w:rsidRPr="00125CF6">
        <w:rPr>
          <w:rStyle w:val="Strong"/>
          <w:bCs/>
          <w:lang w:val="uk-UA"/>
        </w:rPr>
        <w:t xml:space="preserve">. </w:t>
      </w:r>
      <w:r w:rsidRPr="00E27C51">
        <w:rPr>
          <w:b/>
        </w:rPr>
        <w:t xml:space="preserve">Про </w:t>
      </w:r>
      <w:r w:rsidRPr="00E27C51">
        <w:rPr>
          <w:b/>
          <w:lang w:val="uk-UA"/>
        </w:rPr>
        <w:t>програму «Питна вода Новоушиччини» на 2024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292808" w:rsidTr="00B44388">
        <w:trPr>
          <w:trHeight w:val="123"/>
        </w:trPr>
        <w:tc>
          <w:tcPr>
            <w:tcW w:w="2093" w:type="dxa"/>
          </w:tcPr>
          <w:p w:rsidR="00106E33" w:rsidRPr="00292808" w:rsidRDefault="00106E33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292808" w:rsidRDefault="00106E33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292808" w:rsidTr="00B44388">
        <w:trPr>
          <w:trHeight w:val="123"/>
        </w:trPr>
        <w:tc>
          <w:tcPr>
            <w:tcW w:w="2093" w:type="dxa"/>
          </w:tcPr>
          <w:p w:rsidR="00106E33" w:rsidRPr="00292808" w:rsidRDefault="00106E33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 І.М.</w:t>
            </w:r>
          </w:p>
        </w:tc>
        <w:tc>
          <w:tcPr>
            <w:tcW w:w="7962" w:type="dxa"/>
          </w:tcPr>
          <w:p w:rsidR="00106E33" w:rsidRPr="00292808" w:rsidRDefault="00106E33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 w:rsidRPr="00E27C5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E27C51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E27C51">
              <w:rPr>
                <w:rFonts w:ascii="Times New Roman" w:hAnsi="Times New Roman"/>
                <w:sz w:val="24"/>
                <w:szCs w:val="24"/>
                <w:lang w:val="uk-UA"/>
              </w:rPr>
              <w:t>програму «Питна вода Новоушиччини» на 2024 рік</w:t>
            </w:r>
            <w:r w:rsidRPr="00E27C5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292808" w:rsidTr="00B44388">
        <w:trPr>
          <w:trHeight w:val="831"/>
        </w:trPr>
        <w:tc>
          <w:tcPr>
            <w:tcW w:w="2093" w:type="dxa"/>
          </w:tcPr>
          <w:p w:rsidR="00106E33" w:rsidRPr="00292808" w:rsidRDefault="00106E33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292808" w:rsidRDefault="00106E33" w:rsidP="00B44388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024BAC">
              <w:t xml:space="preserve">Про </w:t>
            </w:r>
            <w:r>
              <w:rPr>
                <w:lang w:val="uk-UA"/>
              </w:rPr>
              <w:t>програму «Питна вода Новоушиччини» на 2024 рік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106E33" w:rsidRDefault="00106E33" w:rsidP="00E27C51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jc w:val="both"/>
        <w:rPr>
          <w:rStyle w:val="Strong"/>
          <w:bCs/>
          <w:lang w:val="uk-UA"/>
        </w:rPr>
      </w:pPr>
    </w:p>
    <w:p w:rsidR="00106E33" w:rsidRPr="00292808" w:rsidRDefault="00106E33" w:rsidP="00F309C9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8</w:t>
      </w:r>
      <w:r w:rsidRPr="00125CF6">
        <w:rPr>
          <w:rStyle w:val="Strong"/>
          <w:bCs/>
          <w:lang w:val="uk-UA"/>
        </w:rPr>
        <w:t xml:space="preserve">. </w:t>
      </w:r>
      <w:r w:rsidRPr="00E27C51">
        <w:rPr>
          <w:b/>
        </w:rPr>
        <w:t xml:space="preserve">Про </w:t>
      </w:r>
      <w:r w:rsidRPr="00E27C51">
        <w:rPr>
          <w:b/>
          <w:lang w:val="uk-UA"/>
        </w:rPr>
        <w:t>затвердження звітів про оцінку майна комунальної власності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292808" w:rsidTr="00B44388">
        <w:trPr>
          <w:trHeight w:val="123"/>
        </w:trPr>
        <w:tc>
          <w:tcPr>
            <w:tcW w:w="2093" w:type="dxa"/>
          </w:tcPr>
          <w:p w:rsidR="00106E33" w:rsidRPr="00292808" w:rsidRDefault="00106E33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292808" w:rsidRDefault="00106E33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E3026A" w:rsidTr="007F3405">
        <w:trPr>
          <w:trHeight w:val="1292"/>
        </w:trPr>
        <w:tc>
          <w:tcPr>
            <w:tcW w:w="2093" w:type="dxa"/>
          </w:tcPr>
          <w:p w:rsidR="00106E33" w:rsidRPr="00292808" w:rsidRDefault="00106E33" w:rsidP="001D619B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 І</w:t>
            </w: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М.</w:t>
            </w:r>
          </w:p>
          <w:p w:rsidR="00106E33" w:rsidRPr="00292808" w:rsidRDefault="00106E33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06E33" w:rsidRPr="00292808" w:rsidRDefault="00106E33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 w:rsidRPr="007F67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7F67CE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7F67CE">
              <w:rPr>
                <w:rFonts w:ascii="Times New Roman" w:hAnsi="Times New Roman"/>
                <w:sz w:val="24"/>
                <w:szCs w:val="24"/>
                <w:lang w:val="uk-UA"/>
              </w:rPr>
              <w:t>затвердження звітів про оцінку майна комунальної власності</w:t>
            </w:r>
            <w:r w:rsidRPr="007F67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E3026A" w:rsidTr="00B44388">
        <w:trPr>
          <w:trHeight w:val="831"/>
        </w:trPr>
        <w:tc>
          <w:tcPr>
            <w:tcW w:w="2093" w:type="dxa"/>
          </w:tcPr>
          <w:p w:rsidR="00106E33" w:rsidRPr="00292808" w:rsidRDefault="00106E33" w:rsidP="00B443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06E33" w:rsidRPr="00292808" w:rsidRDefault="00106E33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292808" w:rsidRDefault="00106E33" w:rsidP="001D619B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024BAC">
              <w:t xml:space="preserve">Про </w:t>
            </w:r>
            <w:r>
              <w:rPr>
                <w:lang w:val="uk-UA"/>
              </w:rPr>
              <w:t>затвердження звітів про оцінку майна комунальної власності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106E33" w:rsidRPr="000823D4" w:rsidRDefault="00106E33" w:rsidP="00F309C9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 w:val="0"/>
          <w:bCs/>
          <w:lang w:val="uk-UA"/>
        </w:rPr>
      </w:pPr>
      <w:r>
        <w:rPr>
          <w:rStyle w:val="Strong"/>
          <w:bCs/>
          <w:lang w:val="uk-UA"/>
        </w:rPr>
        <w:t>9</w:t>
      </w:r>
      <w:r w:rsidRPr="00125CF6">
        <w:rPr>
          <w:rStyle w:val="Strong"/>
          <w:bCs/>
          <w:lang w:val="uk-UA"/>
        </w:rPr>
        <w:t xml:space="preserve">. </w:t>
      </w:r>
      <w:r w:rsidRPr="007F67CE">
        <w:rPr>
          <w:b/>
        </w:rPr>
        <w:t xml:space="preserve">Про </w:t>
      </w:r>
      <w:r w:rsidRPr="007F67CE">
        <w:rPr>
          <w:b/>
          <w:lang w:val="uk-UA"/>
        </w:rPr>
        <w:t>передачу майна комунальної власності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292808" w:rsidTr="00B44388">
        <w:trPr>
          <w:trHeight w:val="123"/>
        </w:trPr>
        <w:tc>
          <w:tcPr>
            <w:tcW w:w="2093" w:type="dxa"/>
          </w:tcPr>
          <w:p w:rsidR="00106E33" w:rsidRPr="00292808" w:rsidRDefault="00106E33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292808" w:rsidRDefault="00106E33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292808" w:rsidTr="00B44388">
        <w:trPr>
          <w:trHeight w:val="123"/>
        </w:trPr>
        <w:tc>
          <w:tcPr>
            <w:tcW w:w="2093" w:type="dxa"/>
          </w:tcPr>
          <w:p w:rsidR="00106E33" w:rsidRPr="00292808" w:rsidRDefault="00106E33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 І.М.</w:t>
            </w:r>
          </w:p>
        </w:tc>
        <w:tc>
          <w:tcPr>
            <w:tcW w:w="7962" w:type="dxa"/>
          </w:tcPr>
          <w:p w:rsidR="00106E33" w:rsidRPr="00292808" w:rsidRDefault="00106E33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7F67CE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7F67CE">
              <w:rPr>
                <w:rFonts w:ascii="Times New Roman" w:hAnsi="Times New Roman"/>
                <w:sz w:val="24"/>
                <w:szCs w:val="24"/>
                <w:lang w:val="uk-UA"/>
              </w:rPr>
              <w:t>передачу майна комунальної власності</w:t>
            </w:r>
            <w:r w:rsidRPr="007F67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292808" w:rsidTr="00B44388">
        <w:trPr>
          <w:trHeight w:val="831"/>
        </w:trPr>
        <w:tc>
          <w:tcPr>
            <w:tcW w:w="2093" w:type="dxa"/>
          </w:tcPr>
          <w:p w:rsidR="00106E33" w:rsidRPr="00292808" w:rsidRDefault="00106E33" w:rsidP="00B443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06E33" w:rsidRPr="00292808" w:rsidRDefault="00106E33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Default="00106E33" w:rsidP="00292808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sz w:val="12"/>
                <w:szCs w:val="12"/>
                <w:lang w:val="uk-UA" w:eastAsia="uk-UA"/>
              </w:rPr>
            </w:pPr>
          </w:p>
          <w:p w:rsidR="00106E33" w:rsidRPr="00292808" w:rsidRDefault="00106E33" w:rsidP="00292808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024BAC">
              <w:t xml:space="preserve">Про </w:t>
            </w:r>
            <w:r>
              <w:rPr>
                <w:lang w:val="uk-UA"/>
              </w:rPr>
              <w:t>передачу майна комунальної власності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106E33" w:rsidRPr="00ED0788" w:rsidRDefault="00106E33" w:rsidP="00F309C9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10</w:t>
      </w:r>
      <w:r w:rsidRPr="00125CF6">
        <w:rPr>
          <w:rStyle w:val="Strong"/>
          <w:bCs/>
          <w:lang w:val="uk-UA"/>
        </w:rPr>
        <w:t xml:space="preserve">. </w:t>
      </w:r>
      <w:r w:rsidRPr="007F67CE">
        <w:rPr>
          <w:b/>
        </w:rPr>
        <w:t xml:space="preserve">Про </w:t>
      </w:r>
      <w:r w:rsidRPr="007F67CE">
        <w:rPr>
          <w:b/>
          <w:lang w:val="uk-UA"/>
        </w:rPr>
        <w:t>затвердження граничної чисельності штатних одиниць комунальних установ і закладів Новоушицької селищної ради на 2024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ED0788" w:rsidTr="00B44388">
        <w:trPr>
          <w:trHeight w:val="123"/>
        </w:trPr>
        <w:tc>
          <w:tcPr>
            <w:tcW w:w="2093" w:type="dxa"/>
          </w:tcPr>
          <w:p w:rsidR="00106E33" w:rsidRPr="00ED0788" w:rsidRDefault="00106E33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ED0788" w:rsidRDefault="00106E33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ED0788" w:rsidTr="00B44388">
        <w:trPr>
          <w:trHeight w:val="123"/>
        </w:trPr>
        <w:tc>
          <w:tcPr>
            <w:tcW w:w="2093" w:type="dxa"/>
          </w:tcPr>
          <w:p w:rsidR="00106E33" w:rsidRPr="00ED0788" w:rsidRDefault="00106E33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Зваричука В.В.</w:t>
            </w:r>
          </w:p>
        </w:tc>
        <w:tc>
          <w:tcPr>
            <w:tcW w:w="7962" w:type="dxa"/>
          </w:tcPr>
          <w:p w:rsidR="00106E33" w:rsidRPr="007F67CE" w:rsidRDefault="00106E33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67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7F67CE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7F67CE">
              <w:rPr>
                <w:rFonts w:ascii="Times New Roman" w:hAnsi="Times New Roman"/>
                <w:sz w:val="24"/>
                <w:szCs w:val="24"/>
                <w:lang w:val="uk-UA"/>
              </w:rPr>
              <w:t>затвердження граничної чисельності штатних одиниць комунальних установ і закладів Новоушицької селищної ради на 2024 рік</w:t>
            </w:r>
            <w:r w:rsidRPr="007F67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ED0788" w:rsidTr="00B44388">
        <w:trPr>
          <w:trHeight w:val="831"/>
        </w:trPr>
        <w:tc>
          <w:tcPr>
            <w:tcW w:w="2093" w:type="dxa"/>
          </w:tcPr>
          <w:p w:rsidR="00106E33" w:rsidRPr="00ED0788" w:rsidRDefault="00106E33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7F67CE" w:rsidRDefault="00106E33" w:rsidP="00292808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F67C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7F67CE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7F67CE">
              <w:rPr>
                <w:rFonts w:ascii="Times New Roman" w:hAnsi="Times New Roman"/>
                <w:sz w:val="24"/>
                <w:szCs w:val="24"/>
                <w:lang w:val="uk-UA"/>
              </w:rPr>
              <w:t>затвердження граничної чисельності штатних одиниць комунальних установ і закладів Новоушицької селищної ради на 2024 рік</w:t>
            </w:r>
            <w:r w:rsidRPr="007F67C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106E33" w:rsidRPr="007F67CE" w:rsidRDefault="00106E33" w:rsidP="008519B1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11</w:t>
      </w:r>
      <w:r w:rsidRPr="00125CF6">
        <w:rPr>
          <w:rStyle w:val="Strong"/>
          <w:bCs/>
          <w:lang w:val="uk-UA"/>
        </w:rPr>
        <w:t xml:space="preserve">. </w:t>
      </w:r>
      <w:r w:rsidRPr="007F67CE">
        <w:rPr>
          <w:b/>
        </w:rPr>
        <w:t xml:space="preserve">Про </w:t>
      </w:r>
      <w:r>
        <w:rPr>
          <w:b/>
          <w:lang w:val="uk-UA"/>
        </w:rPr>
        <w:t>внесення змін до окремих рішень селищної ради.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ED0788" w:rsidTr="00BE7EDA">
        <w:trPr>
          <w:trHeight w:val="123"/>
        </w:trPr>
        <w:tc>
          <w:tcPr>
            <w:tcW w:w="2093" w:type="dxa"/>
          </w:tcPr>
          <w:p w:rsidR="00106E33" w:rsidRPr="00ED0788" w:rsidRDefault="00106E33" w:rsidP="00BE7EDA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ED0788" w:rsidRDefault="00106E33" w:rsidP="00BE7ED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ED0788" w:rsidTr="00BE7EDA">
        <w:trPr>
          <w:trHeight w:val="123"/>
        </w:trPr>
        <w:tc>
          <w:tcPr>
            <w:tcW w:w="2093" w:type="dxa"/>
          </w:tcPr>
          <w:p w:rsidR="00106E33" w:rsidRPr="00ED0788" w:rsidRDefault="00106E33" w:rsidP="00BE7EDA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Зваричука В.В.</w:t>
            </w:r>
          </w:p>
        </w:tc>
        <w:tc>
          <w:tcPr>
            <w:tcW w:w="7962" w:type="dxa"/>
          </w:tcPr>
          <w:p w:rsidR="00106E33" w:rsidRPr="00ED0788" w:rsidRDefault="00106E33" w:rsidP="007F67CE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lang w:val="uk-UA"/>
              </w:rPr>
            </w:pPr>
            <w:r w:rsidRPr="00ED0788">
              <w:rPr>
                <w:lang w:val="uk-UA"/>
              </w:rPr>
              <w:t>Про те, що пропонується попередньо розглянути проект рішення «</w:t>
            </w:r>
            <w:r w:rsidRPr="00C07C15">
              <w:t xml:space="preserve">Про </w:t>
            </w:r>
            <w:r w:rsidRPr="00024BAC">
              <w:t xml:space="preserve">Про </w:t>
            </w:r>
            <w:r>
              <w:rPr>
                <w:lang w:val="uk-UA"/>
              </w:rPr>
              <w:t>внесення змін до окремих рішень селищної ради</w:t>
            </w:r>
            <w:r w:rsidRPr="00ED0788">
              <w:rPr>
                <w:lang w:val="uk-UA"/>
              </w:rPr>
              <w:t>»</w:t>
            </w:r>
          </w:p>
        </w:tc>
      </w:tr>
      <w:tr w:rsidR="00106E33" w:rsidRPr="00ED0788" w:rsidTr="00BE7EDA">
        <w:trPr>
          <w:trHeight w:val="831"/>
        </w:trPr>
        <w:tc>
          <w:tcPr>
            <w:tcW w:w="2093" w:type="dxa"/>
          </w:tcPr>
          <w:p w:rsidR="00106E33" w:rsidRPr="00ED0788" w:rsidRDefault="00106E33" w:rsidP="00BE7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06E33" w:rsidRPr="00ED0788" w:rsidRDefault="00106E33" w:rsidP="00BE7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7F67CE" w:rsidRDefault="00106E33" w:rsidP="007F67CE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lang w:val="uk-UA"/>
              </w:rPr>
            </w:pPr>
            <w:r w:rsidRPr="00ED078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D0788">
              <w:rPr>
                <w:bCs/>
                <w:lang w:val="uk-UA" w:eastAsia="uk-UA"/>
              </w:rPr>
              <w:t>«</w:t>
            </w:r>
            <w:r w:rsidRPr="00024BAC">
              <w:t xml:space="preserve">Про </w:t>
            </w:r>
            <w:r>
              <w:rPr>
                <w:lang w:val="uk-UA"/>
              </w:rPr>
              <w:t>внесення змін до окремих рішень селищної ради</w:t>
            </w:r>
            <w:r w:rsidRPr="00ED0788">
              <w:rPr>
                <w:bCs/>
                <w:lang w:val="uk-UA" w:eastAsia="uk-UA"/>
              </w:rPr>
              <w:t>»</w:t>
            </w:r>
          </w:p>
        </w:tc>
      </w:tr>
    </w:tbl>
    <w:p w:rsidR="00106E33" w:rsidRDefault="00106E33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  <w:bookmarkStart w:id="0" w:name="_GoBack"/>
      <w:bookmarkEnd w:id="0"/>
    </w:p>
    <w:p w:rsidR="00106E33" w:rsidRPr="000823D4" w:rsidRDefault="00106E33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12</w:t>
      </w:r>
      <w:r w:rsidRPr="00125CF6">
        <w:rPr>
          <w:rStyle w:val="Strong"/>
          <w:bCs/>
          <w:lang w:val="uk-UA"/>
        </w:rPr>
        <w:t xml:space="preserve">. </w:t>
      </w:r>
      <w:r w:rsidRPr="007F67CE">
        <w:rPr>
          <w:b/>
        </w:rPr>
        <w:t xml:space="preserve">Про </w:t>
      </w:r>
      <w:r w:rsidRPr="007F67CE">
        <w:rPr>
          <w:b/>
          <w:lang w:val="uk-UA"/>
        </w:rPr>
        <w:t>відділ оборонно-мобілізаційної роботи та забезпечення цивільного захисту.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ED0788" w:rsidTr="00A374E7">
        <w:trPr>
          <w:trHeight w:val="123"/>
        </w:trPr>
        <w:tc>
          <w:tcPr>
            <w:tcW w:w="2093" w:type="dxa"/>
          </w:tcPr>
          <w:p w:rsidR="00106E33" w:rsidRPr="00ED0788" w:rsidRDefault="00106E33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ED0788" w:rsidRDefault="00106E33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ED0788" w:rsidTr="00A374E7">
        <w:trPr>
          <w:trHeight w:val="123"/>
        </w:trPr>
        <w:tc>
          <w:tcPr>
            <w:tcW w:w="2093" w:type="dxa"/>
          </w:tcPr>
          <w:p w:rsidR="00106E33" w:rsidRPr="00ED0788" w:rsidRDefault="00106E33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Зваричука В.В.</w:t>
            </w:r>
          </w:p>
        </w:tc>
        <w:tc>
          <w:tcPr>
            <w:tcW w:w="7962" w:type="dxa"/>
          </w:tcPr>
          <w:p w:rsidR="00106E33" w:rsidRPr="007F67CE" w:rsidRDefault="00106E33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67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7F67CE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7F67CE">
              <w:rPr>
                <w:rFonts w:ascii="Times New Roman" w:hAnsi="Times New Roman"/>
                <w:sz w:val="24"/>
                <w:szCs w:val="24"/>
                <w:lang w:val="uk-UA"/>
              </w:rPr>
              <w:t>відділ оборонно-мобілізаційної роботи та забезпечення цивільного захисту</w:t>
            </w:r>
            <w:r w:rsidRPr="007F67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ED0788" w:rsidTr="00A374E7">
        <w:trPr>
          <w:trHeight w:val="831"/>
        </w:trPr>
        <w:tc>
          <w:tcPr>
            <w:tcW w:w="2093" w:type="dxa"/>
          </w:tcPr>
          <w:p w:rsidR="00106E33" w:rsidRPr="00ED0788" w:rsidRDefault="00106E33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7F67CE" w:rsidRDefault="00106E33" w:rsidP="00A374E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F67C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7F67CE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7F67CE">
              <w:rPr>
                <w:rFonts w:ascii="Times New Roman" w:hAnsi="Times New Roman"/>
                <w:sz w:val="24"/>
                <w:szCs w:val="24"/>
                <w:lang w:val="uk-UA"/>
              </w:rPr>
              <w:t>відділ оборонно-мобілізаційної роботи та забезпечення цивільного захисту</w:t>
            </w:r>
            <w:r w:rsidRPr="007F67C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106E33" w:rsidRPr="000823D4" w:rsidRDefault="00106E33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13</w:t>
      </w:r>
      <w:r w:rsidRPr="00125CF6">
        <w:rPr>
          <w:rStyle w:val="Strong"/>
          <w:bCs/>
          <w:lang w:val="uk-UA"/>
        </w:rPr>
        <w:t xml:space="preserve">. </w:t>
      </w:r>
      <w:r w:rsidRPr="007F67CE">
        <w:rPr>
          <w:b/>
        </w:rPr>
        <w:t xml:space="preserve">Про </w:t>
      </w:r>
      <w:r w:rsidRPr="007F67CE">
        <w:rPr>
          <w:b/>
          <w:lang w:val="uk-UA"/>
        </w:rPr>
        <w:t>бюджет Новоушицької селищної територіальної громади (код бюджету:2251600000) на 2024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ED0788" w:rsidTr="00A374E7">
        <w:trPr>
          <w:trHeight w:val="123"/>
        </w:trPr>
        <w:tc>
          <w:tcPr>
            <w:tcW w:w="2093" w:type="dxa"/>
          </w:tcPr>
          <w:p w:rsidR="00106E33" w:rsidRPr="00ED0788" w:rsidRDefault="00106E33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ED0788" w:rsidRDefault="00106E33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ED0788" w:rsidTr="00A374E7">
        <w:trPr>
          <w:trHeight w:val="123"/>
        </w:trPr>
        <w:tc>
          <w:tcPr>
            <w:tcW w:w="2093" w:type="dxa"/>
          </w:tcPr>
          <w:p w:rsidR="00106E33" w:rsidRPr="00ED0788" w:rsidRDefault="00106E33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Громяк Л.П.</w:t>
            </w:r>
          </w:p>
        </w:tc>
        <w:tc>
          <w:tcPr>
            <w:tcW w:w="7962" w:type="dxa"/>
          </w:tcPr>
          <w:p w:rsidR="00106E33" w:rsidRPr="007F67CE" w:rsidRDefault="00106E33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67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7F67CE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7F67CE">
              <w:rPr>
                <w:rFonts w:ascii="Times New Roman" w:hAnsi="Times New Roman"/>
                <w:sz w:val="24"/>
                <w:szCs w:val="24"/>
                <w:lang w:val="uk-UA"/>
              </w:rPr>
              <w:t>бюджет Новоушицької селищної територіальної громади (код бюджету:2251600000) на 2024 рік</w:t>
            </w:r>
            <w:r w:rsidRPr="007F67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E3026A" w:rsidTr="00A374E7">
        <w:trPr>
          <w:trHeight w:val="831"/>
        </w:trPr>
        <w:tc>
          <w:tcPr>
            <w:tcW w:w="2093" w:type="dxa"/>
          </w:tcPr>
          <w:p w:rsidR="00106E33" w:rsidRPr="00ED0788" w:rsidRDefault="00106E33" w:rsidP="00A37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06E33" w:rsidRPr="00ED0788" w:rsidRDefault="00106E33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7F67CE" w:rsidRDefault="00106E33" w:rsidP="00A374E7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7F67CE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7F67CE">
              <w:rPr>
                <w:bCs/>
                <w:lang w:val="uk-UA" w:eastAsia="uk-UA"/>
              </w:rPr>
              <w:t>«</w:t>
            </w:r>
            <w:r w:rsidRPr="007F67CE">
              <w:t xml:space="preserve">Про </w:t>
            </w:r>
            <w:r w:rsidRPr="007F67CE">
              <w:rPr>
                <w:lang w:val="uk-UA"/>
              </w:rPr>
              <w:t>бюджет Новоушицької селищної територіальної громади (код бюджету:2251600000) на 2024 рік</w:t>
            </w:r>
            <w:r w:rsidRPr="007F67CE">
              <w:rPr>
                <w:bCs/>
                <w:lang w:val="uk-UA" w:eastAsia="uk-UA"/>
              </w:rPr>
              <w:t>»</w:t>
            </w:r>
          </w:p>
        </w:tc>
      </w:tr>
    </w:tbl>
    <w:p w:rsidR="00106E33" w:rsidRPr="000823D4" w:rsidRDefault="00106E33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106E33" w:rsidRPr="000823D4" w:rsidRDefault="00106E33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14</w:t>
      </w:r>
      <w:r w:rsidRPr="00125CF6">
        <w:rPr>
          <w:rStyle w:val="Strong"/>
          <w:bCs/>
          <w:lang w:val="uk-UA"/>
        </w:rPr>
        <w:t xml:space="preserve">. </w:t>
      </w:r>
      <w:r w:rsidRPr="007F67CE">
        <w:rPr>
          <w:b/>
          <w:lang w:val="uk-UA"/>
        </w:rPr>
        <w:t xml:space="preserve">Про </w:t>
      </w:r>
      <w:r>
        <w:rPr>
          <w:b/>
          <w:lang w:val="uk-UA"/>
        </w:rPr>
        <w:t>затвердження технічної документацій із землеустрою щодо встановлення (відновлення) меж земельних ділянок в натурі (на місцевості)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ED0788" w:rsidTr="00A374E7">
        <w:trPr>
          <w:trHeight w:val="123"/>
        </w:trPr>
        <w:tc>
          <w:tcPr>
            <w:tcW w:w="2093" w:type="dxa"/>
          </w:tcPr>
          <w:p w:rsidR="00106E33" w:rsidRPr="00ED0788" w:rsidRDefault="00106E33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ED0788" w:rsidRDefault="00106E33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ED0788" w:rsidTr="00A374E7">
        <w:trPr>
          <w:trHeight w:val="123"/>
        </w:trPr>
        <w:tc>
          <w:tcPr>
            <w:tcW w:w="2093" w:type="dxa"/>
          </w:tcPr>
          <w:p w:rsidR="00106E33" w:rsidRPr="00ED0788" w:rsidRDefault="00106E33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Андрієнка О.А.</w:t>
            </w:r>
          </w:p>
        </w:tc>
        <w:tc>
          <w:tcPr>
            <w:tcW w:w="7962" w:type="dxa"/>
          </w:tcPr>
          <w:p w:rsidR="00106E33" w:rsidRPr="00D95FCF" w:rsidRDefault="00106E33" w:rsidP="00D95FCF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7F67CE">
              <w:rPr>
                <w:bCs/>
                <w:lang w:val="uk-UA" w:eastAsia="uk-UA"/>
              </w:rPr>
              <w:t>Про те, що пропонується попередньо розглянути проект рішення «</w:t>
            </w:r>
            <w:r>
              <w:rPr>
                <w:lang w:val="uk-UA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</w:r>
            <w:r w:rsidRPr="007F67CE">
              <w:rPr>
                <w:bCs/>
                <w:lang w:val="uk-UA" w:eastAsia="uk-UA"/>
              </w:rPr>
              <w:t>»</w:t>
            </w:r>
          </w:p>
        </w:tc>
      </w:tr>
      <w:tr w:rsidR="00106E33" w:rsidRPr="00ED0788" w:rsidTr="00A374E7">
        <w:trPr>
          <w:trHeight w:val="831"/>
        </w:trPr>
        <w:tc>
          <w:tcPr>
            <w:tcW w:w="2093" w:type="dxa"/>
          </w:tcPr>
          <w:p w:rsidR="00106E33" w:rsidRPr="00ED0788" w:rsidRDefault="00106E33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D95FCF" w:rsidRDefault="00106E33" w:rsidP="00D95FCF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7F67CE">
              <w:rPr>
                <w:lang w:val="uk-UA" w:eastAsia="uk-UA"/>
              </w:rPr>
              <w:t>Запропонувати селищній раді підтримати проект рішення                         «</w:t>
            </w:r>
            <w:r>
              <w:rPr>
                <w:lang w:val="uk-UA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</w:r>
            <w:r w:rsidRPr="007F67CE">
              <w:rPr>
                <w:bCs/>
                <w:lang w:val="uk-UA"/>
              </w:rPr>
              <w:t>»</w:t>
            </w:r>
          </w:p>
        </w:tc>
      </w:tr>
    </w:tbl>
    <w:p w:rsidR="00106E33" w:rsidRPr="00D95FCF" w:rsidRDefault="00106E33" w:rsidP="00D95FCF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 w:val="0"/>
          <w:bCs/>
          <w:lang w:val="uk-UA"/>
        </w:rPr>
      </w:pPr>
      <w:r>
        <w:rPr>
          <w:rStyle w:val="Strong"/>
          <w:bCs/>
          <w:lang w:val="uk-UA"/>
        </w:rPr>
        <w:t>15</w:t>
      </w:r>
      <w:r w:rsidRPr="00125CF6">
        <w:rPr>
          <w:rStyle w:val="Strong"/>
          <w:bCs/>
          <w:lang w:val="uk-UA"/>
        </w:rPr>
        <w:t xml:space="preserve">. </w:t>
      </w:r>
      <w:r w:rsidRPr="00D95FCF">
        <w:rPr>
          <w:b/>
          <w:lang w:val="uk-UA"/>
        </w:rPr>
        <w:t>Про виділення земельних ділянок в натурі (на місцевості)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ED0788" w:rsidTr="007730D4">
        <w:trPr>
          <w:trHeight w:val="123"/>
        </w:trPr>
        <w:tc>
          <w:tcPr>
            <w:tcW w:w="2093" w:type="dxa"/>
          </w:tcPr>
          <w:p w:rsidR="00106E33" w:rsidRPr="00ED0788" w:rsidRDefault="00106E33" w:rsidP="007730D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ED0788" w:rsidRDefault="00106E33" w:rsidP="007730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ED0788" w:rsidTr="007730D4">
        <w:trPr>
          <w:trHeight w:val="123"/>
        </w:trPr>
        <w:tc>
          <w:tcPr>
            <w:tcW w:w="2093" w:type="dxa"/>
          </w:tcPr>
          <w:p w:rsidR="00106E33" w:rsidRPr="00ED0788" w:rsidRDefault="00106E33" w:rsidP="007730D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Андрієнка О.А.</w:t>
            </w:r>
          </w:p>
        </w:tc>
        <w:tc>
          <w:tcPr>
            <w:tcW w:w="7962" w:type="dxa"/>
          </w:tcPr>
          <w:p w:rsidR="00106E33" w:rsidRPr="007F67CE" w:rsidRDefault="00106E33" w:rsidP="007730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67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</w:t>
            </w:r>
            <w:r w:rsidRPr="00D95F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рішення «</w:t>
            </w:r>
            <w:r w:rsidRPr="00D95FCF">
              <w:rPr>
                <w:rFonts w:ascii="Times New Roman" w:hAnsi="Times New Roman"/>
                <w:sz w:val="24"/>
                <w:szCs w:val="24"/>
                <w:lang w:val="uk-UA"/>
              </w:rPr>
              <w:t>Про виділення земельних ділянок в натурі (на місцевості)</w:t>
            </w:r>
            <w:r w:rsidRPr="00D95F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ED0788" w:rsidTr="007730D4">
        <w:trPr>
          <w:trHeight w:val="831"/>
        </w:trPr>
        <w:tc>
          <w:tcPr>
            <w:tcW w:w="2093" w:type="dxa"/>
          </w:tcPr>
          <w:p w:rsidR="00106E33" w:rsidRPr="00ED0788" w:rsidRDefault="00106E33" w:rsidP="007730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06E33" w:rsidRPr="00ED0788" w:rsidRDefault="00106E33" w:rsidP="00773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7F67CE" w:rsidRDefault="00106E33" w:rsidP="007730D4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7F67CE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7F67CE">
              <w:rPr>
                <w:bCs/>
                <w:lang w:val="uk-UA" w:eastAsia="uk-UA"/>
              </w:rPr>
              <w:t>«</w:t>
            </w:r>
            <w:r>
              <w:rPr>
                <w:lang w:val="uk-UA"/>
              </w:rPr>
              <w:t>Про виділення земельних ділянок в натурі (на місцевості)</w:t>
            </w:r>
            <w:r w:rsidRPr="007F67CE">
              <w:rPr>
                <w:bCs/>
                <w:lang w:val="uk-UA" w:eastAsia="uk-UA"/>
              </w:rPr>
              <w:t>»</w:t>
            </w:r>
          </w:p>
        </w:tc>
      </w:tr>
    </w:tbl>
    <w:p w:rsidR="00106E33" w:rsidRPr="00ED0788" w:rsidRDefault="00106E33" w:rsidP="00D95FCF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16</w:t>
      </w:r>
      <w:r w:rsidRPr="00125CF6">
        <w:rPr>
          <w:rStyle w:val="Strong"/>
          <w:bCs/>
          <w:lang w:val="uk-UA"/>
        </w:rPr>
        <w:t xml:space="preserve">. </w:t>
      </w:r>
      <w:r w:rsidRPr="00D95FCF">
        <w:rPr>
          <w:b/>
          <w:lang w:val="uk-UA"/>
        </w:rPr>
        <w:t>Про затвердження проєктів землеустрою щодо відведення земельних ділянок в оренду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ED0788" w:rsidTr="007730D4">
        <w:trPr>
          <w:trHeight w:val="123"/>
        </w:trPr>
        <w:tc>
          <w:tcPr>
            <w:tcW w:w="2093" w:type="dxa"/>
          </w:tcPr>
          <w:p w:rsidR="00106E33" w:rsidRPr="00ED0788" w:rsidRDefault="00106E33" w:rsidP="007730D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ED0788" w:rsidRDefault="00106E33" w:rsidP="007730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ED0788" w:rsidTr="007730D4">
        <w:trPr>
          <w:trHeight w:val="123"/>
        </w:trPr>
        <w:tc>
          <w:tcPr>
            <w:tcW w:w="2093" w:type="dxa"/>
          </w:tcPr>
          <w:p w:rsidR="00106E33" w:rsidRPr="00ED0788" w:rsidRDefault="00106E33" w:rsidP="007730D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Андрієнка О.А.</w:t>
            </w:r>
          </w:p>
        </w:tc>
        <w:tc>
          <w:tcPr>
            <w:tcW w:w="7962" w:type="dxa"/>
          </w:tcPr>
          <w:p w:rsidR="00106E33" w:rsidRPr="00D95FCF" w:rsidRDefault="00106E33" w:rsidP="007730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5F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D95FCF">
              <w:rPr>
                <w:rFonts w:ascii="Times New Roman" w:hAnsi="Times New Roman"/>
                <w:sz w:val="24"/>
                <w:szCs w:val="24"/>
                <w:lang w:val="uk-UA"/>
              </w:rPr>
              <w:t>Про затвердження проєктів землеустрою щодо відведення земельних ділянок в оренду</w:t>
            </w:r>
            <w:r w:rsidRPr="00D95F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ED0788" w:rsidTr="007730D4">
        <w:trPr>
          <w:trHeight w:val="831"/>
        </w:trPr>
        <w:tc>
          <w:tcPr>
            <w:tcW w:w="2093" w:type="dxa"/>
          </w:tcPr>
          <w:p w:rsidR="00106E33" w:rsidRPr="00ED0788" w:rsidRDefault="00106E33" w:rsidP="007730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06E33" w:rsidRPr="00ED0788" w:rsidRDefault="00106E33" w:rsidP="00773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7F67CE" w:rsidRDefault="00106E33" w:rsidP="007730D4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7F67CE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7F67CE">
              <w:rPr>
                <w:bCs/>
                <w:lang w:val="uk-UA" w:eastAsia="uk-UA"/>
              </w:rPr>
              <w:t>«</w:t>
            </w:r>
            <w:r w:rsidRPr="0090394A">
              <w:rPr>
                <w:lang w:val="uk-UA"/>
              </w:rPr>
              <w:t>Про затвердження проєктів землеустрою щодо відведення земельних ділянок в оренду</w:t>
            </w:r>
            <w:r w:rsidRPr="007F67CE">
              <w:rPr>
                <w:bCs/>
                <w:lang w:val="uk-UA" w:eastAsia="uk-UA"/>
              </w:rPr>
              <w:t>»</w:t>
            </w:r>
          </w:p>
        </w:tc>
      </w:tr>
    </w:tbl>
    <w:p w:rsidR="00106E33" w:rsidRPr="00ED0788" w:rsidRDefault="00106E33" w:rsidP="00D95FCF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17</w:t>
      </w:r>
      <w:r w:rsidRPr="00125CF6">
        <w:rPr>
          <w:rStyle w:val="Strong"/>
          <w:bCs/>
          <w:lang w:val="uk-UA"/>
        </w:rPr>
        <w:t xml:space="preserve">. </w:t>
      </w:r>
      <w:r w:rsidRPr="00D95FCF">
        <w:rPr>
          <w:b/>
          <w:lang w:val="uk-UA"/>
        </w:rPr>
        <w:t>Про затвердження технічної документації із землеустрою щодо інвентаризації земельної ділянки.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ED0788" w:rsidTr="007730D4">
        <w:trPr>
          <w:trHeight w:val="123"/>
        </w:trPr>
        <w:tc>
          <w:tcPr>
            <w:tcW w:w="2093" w:type="dxa"/>
          </w:tcPr>
          <w:p w:rsidR="00106E33" w:rsidRPr="00ED0788" w:rsidRDefault="00106E33" w:rsidP="007730D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ED0788" w:rsidRDefault="00106E33" w:rsidP="007730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D95FCF" w:rsidTr="007730D4">
        <w:trPr>
          <w:trHeight w:val="123"/>
        </w:trPr>
        <w:tc>
          <w:tcPr>
            <w:tcW w:w="2093" w:type="dxa"/>
          </w:tcPr>
          <w:p w:rsidR="00106E33" w:rsidRPr="00ED0788" w:rsidRDefault="00106E33" w:rsidP="007730D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Андрієнка О.А.</w:t>
            </w:r>
          </w:p>
        </w:tc>
        <w:tc>
          <w:tcPr>
            <w:tcW w:w="7962" w:type="dxa"/>
          </w:tcPr>
          <w:p w:rsidR="00106E33" w:rsidRPr="00D95FCF" w:rsidRDefault="00106E33" w:rsidP="007730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5F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D95FCF">
              <w:rPr>
                <w:rFonts w:ascii="Times New Roman" w:hAnsi="Times New Roman"/>
                <w:sz w:val="24"/>
                <w:szCs w:val="24"/>
                <w:lang w:val="uk-UA"/>
              </w:rPr>
              <w:t>Про затвердження технічної документації із землеустрою щодо інвентаризації земельної ділянки</w:t>
            </w:r>
            <w:r w:rsidRPr="00D95F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D95FCF" w:rsidTr="007730D4">
        <w:trPr>
          <w:trHeight w:val="831"/>
        </w:trPr>
        <w:tc>
          <w:tcPr>
            <w:tcW w:w="2093" w:type="dxa"/>
          </w:tcPr>
          <w:p w:rsidR="00106E33" w:rsidRPr="00ED0788" w:rsidRDefault="00106E33" w:rsidP="007730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06E33" w:rsidRPr="00ED0788" w:rsidRDefault="00106E33" w:rsidP="00773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7F67CE" w:rsidRDefault="00106E33" w:rsidP="007730D4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7F67CE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7F67CE">
              <w:rPr>
                <w:bCs/>
                <w:lang w:val="uk-UA" w:eastAsia="uk-UA"/>
              </w:rPr>
              <w:t>«</w:t>
            </w:r>
            <w:r w:rsidRPr="0090394A">
              <w:rPr>
                <w:lang w:val="uk-UA"/>
              </w:rPr>
              <w:t>Про затвердження технічної документації із землеустрою щодо інвентаризації земельної ділянки</w:t>
            </w:r>
            <w:r w:rsidRPr="007F67CE">
              <w:rPr>
                <w:bCs/>
                <w:lang w:val="uk-UA" w:eastAsia="uk-UA"/>
              </w:rPr>
              <w:t>»</w:t>
            </w:r>
          </w:p>
        </w:tc>
      </w:tr>
    </w:tbl>
    <w:p w:rsidR="00106E33" w:rsidRPr="00ED0788" w:rsidRDefault="00106E33" w:rsidP="00D95FCF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18</w:t>
      </w:r>
      <w:r w:rsidRPr="00125CF6">
        <w:rPr>
          <w:rStyle w:val="Strong"/>
          <w:bCs/>
          <w:lang w:val="uk-UA"/>
        </w:rPr>
        <w:t xml:space="preserve">. </w:t>
      </w:r>
      <w:r w:rsidRPr="00D95FCF">
        <w:rPr>
          <w:b/>
          <w:lang w:val="uk-UA"/>
        </w:rPr>
        <w:t>Про внесення змін до договору оренди земельної ділянки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ED0788" w:rsidTr="007730D4">
        <w:trPr>
          <w:trHeight w:val="123"/>
        </w:trPr>
        <w:tc>
          <w:tcPr>
            <w:tcW w:w="2093" w:type="dxa"/>
          </w:tcPr>
          <w:p w:rsidR="00106E33" w:rsidRPr="00ED0788" w:rsidRDefault="00106E33" w:rsidP="007730D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ED0788" w:rsidRDefault="00106E33" w:rsidP="007730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ED0788" w:rsidTr="007730D4">
        <w:trPr>
          <w:trHeight w:val="123"/>
        </w:trPr>
        <w:tc>
          <w:tcPr>
            <w:tcW w:w="2093" w:type="dxa"/>
          </w:tcPr>
          <w:p w:rsidR="00106E33" w:rsidRPr="00ED0788" w:rsidRDefault="00106E33" w:rsidP="007730D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Андрієнка О.А.</w:t>
            </w:r>
          </w:p>
        </w:tc>
        <w:tc>
          <w:tcPr>
            <w:tcW w:w="7962" w:type="dxa"/>
          </w:tcPr>
          <w:p w:rsidR="00106E33" w:rsidRPr="00D95FCF" w:rsidRDefault="00106E33" w:rsidP="007730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5F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D95FCF">
              <w:rPr>
                <w:rFonts w:ascii="Times New Roman" w:hAnsi="Times New Roman"/>
                <w:sz w:val="24"/>
                <w:szCs w:val="24"/>
                <w:lang w:val="uk-UA"/>
              </w:rPr>
              <w:t>Про внесення змін до договору оренди земельної ділянки</w:t>
            </w:r>
            <w:r w:rsidRPr="00D95F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ED0788" w:rsidTr="007730D4">
        <w:trPr>
          <w:trHeight w:val="831"/>
        </w:trPr>
        <w:tc>
          <w:tcPr>
            <w:tcW w:w="2093" w:type="dxa"/>
          </w:tcPr>
          <w:p w:rsidR="00106E33" w:rsidRPr="00ED0788" w:rsidRDefault="00106E33" w:rsidP="007730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06E33" w:rsidRPr="00ED0788" w:rsidRDefault="00106E33" w:rsidP="00773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D95FCF" w:rsidRDefault="00106E33" w:rsidP="007730D4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D95FCF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D95FCF">
              <w:rPr>
                <w:bCs/>
                <w:lang w:val="uk-UA" w:eastAsia="uk-UA"/>
              </w:rPr>
              <w:t>«</w:t>
            </w:r>
            <w:r w:rsidRPr="00D95FCF">
              <w:rPr>
                <w:lang w:val="uk-UA"/>
              </w:rPr>
              <w:t>Про внесення змін до договору оренди земельної ділянки</w:t>
            </w:r>
            <w:r w:rsidRPr="00D95FCF">
              <w:rPr>
                <w:bCs/>
                <w:lang w:val="uk-UA" w:eastAsia="uk-UA"/>
              </w:rPr>
              <w:t>»</w:t>
            </w:r>
          </w:p>
        </w:tc>
      </w:tr>
    </w:tbl>
    <w:p w:rsidR="00106E33" w:rsidRPr="00ED0788" w:rsidRDefault="00106E33" w:rsidP="00D95FCF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19</w:t>
      </w:r>
      <w:r w:rsidRPr="00125CF6">
        <w:rPr>
          <w:rStyle w:val="Strong"/>
          <w:bCs/>
          <w:lang w:val="uk-UA"/>
        </w:rPr>
        <w:t xml:space="preserve">. </w:t>
      </w:r>
      <w:r w:rsidRPr="0090394A">
        <w:rPr>
          <w:lang w:val="uk-UA"/>
        </w:rPr>
        <w:t>Про припинення договору особистого строкового сервітуту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ED0788" w:rsidTr="007730D4">
        <w:trPr>
          <w:trHeight w:val="123"/>
        </w:trPr>
        <w:tc>
          <w:tcPr>
            <w:tcW w:w="2093" w:type="dxa"/>
          </w:tcPr>
          <w:p w:rsidR="00106E33" w:rsidRPr="00ED0788" w:rsidRDefault="00106E33" w:rsidP="007730D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ED0788" w:rsidRDefault="00106E33" w:rsidP="007730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ED0788" w:rsidTr="007730D4">
        <w:trPr>
          <w:trHeight w:val="123"/>
        </w:trPr>
        <w:tc>
          <w:tcPr>
            <w:tcW w:w="2093" w:type="dxa"/>
          </w:tcPr>
          <w:p w:rsidR="00106E33" w:rsidRPr="00ED0788" w:rsidRDefault="00106E33" w:rsidP="007730D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Андрієнка О.А.</w:t>
            </w:r>
          </w:p>
        </w:tc>
        <w:tc>
          <w:tcPr>
            <w:tcW w:w="7962" w:type="dxa"/>
          </w:tcPr>
          <w:p w:rsidR="00106E33" w:rsidRPr="00D95FCF" w:rsidRDefault="00106E33" w:rsidP="007730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5F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D95FCF">
              <w:rPr>
                <w:rFonts w:ascii="Times New Roman" w:hAnsi="Times New Roman"/>
                <w:sz w:val="24"/>
                <w:szCs w:val="24"/>
                <w:lang w:val="uk-UA"/>
              </w:rPr>
              <w:t>Про припинення договору особистого строкового сервітуту</w:t>
            </w:r>
            <w:r w:rsidRPr="00D95F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ED0788" w:rsidTr="007730D4">
        <w:trPr>
          <w:trHeight w:val="831"/>
        </w:trPr>
        <w:tc>
          <w:tcPr>
            <w:tcW w:w="2093" w:type="dxa"/>
          </w:tcPr>
          <w:p w:rsidR="00106E33" w:rsidRPr="00ED0788" w:rsidRDefault="00106E33" w:rsidP="007730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06E33" w:rsidRPr="00ED0788" w:rsidRDefault="00106E33" w:rsidP="00773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D95FCF" w:rsidRDefault="00106E33" w:rsidP="007730D4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D95FCF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D95FCF">
              <w:rPr>
                <w:bCs/>
                <w:lang w:val="uk-UA" w:eastAsia="uk-UA"/>
              </w:rPr>
              <w:t>«</w:t>
            </w:r>
            <w:r w:rsidRPr="00D95FCF">
              <w:rPr>
                <w:lang w:val="uk-UA"/>
              </w:rPr>
              <w:t>Про припинення договору особистого строкового сервітуту</w:t>
            </w:r>
            <w:r w:rsidRPr="00D95FCF">
              <w:rPr>
                <w:bCs/>
                <w:lang w:val="uk-UA" w:eastAsia="uk-UA"/>
              </w:rPr>
              <w:t>»</w:t>
            </w:r>
          </w:p>
        </w:tc>
      </w:tr>
    </w:tbl>
    <w:p w:rsidR="00106E33" w:rsidRDefault="00106E33" w:rsidP="00D95FCF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106E33" w:rsidRPr="00ED0788" w:rsidRDefault="00106E33" w:rsidP="00D95FCF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20</w:t>
      </w:r>
      <w:r w:rsidRPr="00125CF6">
        <w:rPr>
          <w:rStyle w:val="Strong"/>
          <w:bCs/>
          <w:lang w:val="uk-UA"/>
        </w:rPr>
        <w:t xml:space="preserve">. </w:t>
      </w:r>
      <w:r w:rsidRPr="00D95FCF">
        <w:rPr>
          <w:b/>
          <w:lang w:val="uk-UA"/>
        </w:rPr>
        <w:t>Про розгляд клопотань щодо встановлення сервітуту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ED0788" w:rsidTr="007730D4">
        <w:trPr>
          <w:trHeight w:val="123"/>
        </w:trPr>
        <w:tc>
          <w:tcPr>
            <w:tcW w:w="2093" w:type="dxa"/>
          </w:tcPr>
          <w:p w:rsidR="00106E33" w:rsidRPr="00ED0788" w:rsidRDefault="00106E33" w:rsidP="007730D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ED0788" w:rsidRDefault="00106E33" w:rsidP="007730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ED0788" w:rsidTr="007730D4">
        <w:trPr>
          <w:trHeight w:val="123"/>
        </w:trPr>
        <w:tc>
          <w:tcPr>
            <w:tcW w:w="2093" w:type="dxa"/>
          </w:tcPr>
          <w:p w:rsidR="00106E33" w:rsidRPr="00ED0788" w:rsidRDefault="00106E33" w:rsidP="007730D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Андрієнка О.А.</w:t>
            </w:r>
          </w:p>
        </w:tc>
        <w:tc>
          <w:tcPr>
            <w:tcW w:w="7962" w:type="dxa"/>
          </w:tcPr>
          <w:p w:rsidR="00106E33" w:rsidRPr="00D95FCF" w:rsidRDefault="00106E33" w:rsidP="007730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5F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D95FCF">
              <w:rPr>
                <w:rFonts w:ascii="Times New Roman" w:hAnsi="Times New Roman"/>
                <w:sz w:val="24"/>
                <w:szCs w:val="24"/>
                <w:lang w:val="uk-UA"/>
              </w:rPr>
              <w:t>Про розгляд клопотань щодо встановлення сервітуту</w:t>
            </w:r>
            <w:r w:rsidRPr="00D95F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ED0788" w:rsidTr="007730D4">
        <w:trPr>
          <w:trHeight w:val="831"/>
        </w:trPr>
        <w:tc>
          <w:tcPr>
            <w:tcW w:w="2093" w:type="dxa"/>
          </w:tcPr>
          <w:p w:rsidR="00106E33" w:rsidRPr="00ED0788" w:rsidRDefault="00106E33" w:rsidP="007730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06E33" w:rsidRPr="00ED0788" w:rsidRDefault="00106E33" w:rsidP="00773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D95FCF" w:rsidRDefault="00106E33" w:rsidP="007730D4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D95FCF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D95FCF">
              <w:rPr>
                <w:bCs/>
                <w:lang w:val="uk-UA" w:eastAsia="uk-UA"/>
              </w:rPr>
              <w:t>«</w:t>
            </w:r>
            <w:r w:rsidRPr="00D95FCF">
              <w:rPr>
                <w:lang w:val="uk-UA"/>
              </w:rPr>
              <w:t>Про розгляд клопотань щодо встановлення сервітуту</w:t>
            </w:r>
            <w:r w:rsidRPr="00D95FCF">
              <w:rPr>
                <w:bCs/>
                <w:lang w:val="uk-UA" w:eastAsia="uk-UA"/>
              </w:rPr>
              <w:t>»</w:t>
            </w:r>
          </w:p>
        </w:tc>
      </w:tr>
    </w:tbl>
    <w:p w:rsidR="00106E33" w:rsidRPr="00ED0788" w:rsidRDefault="00106E33" w:rsidP="00D95FCF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21</w:t>
      </w:r>
      <w:r w:rsidRPr="00125CF6">
        <w:rPr>
          <w:rStyle w:val="Strong"/>
          <w:bCs/>
          <w:lang w:val="uk-UA"/>
        </w:rPr>
        <w:t xml:space="preserve">. </w:t>
      </w:r>
      <w:r>
        <w:rPr>
          <w:b/>
          <w:lang w:val="uk-UA"/>
        </w:rPr>
        <w:t>Про розгляд заяви щодо надання дозволу на розроблення проєкту землеустрою щодо відведення земельної ділянки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ED0788" w:rsidTr="007730D4">
        <w:trPr>
          <w:trHeight w:val="123"/>
        </w:trPr>
        <w:tc>
          <w:tcPr>
            <w:tcW w:w="2093" w:type="dxa"/>
          </w:tcPr>
          <w:p w:rsidR="00106E33" w:rsidRPr="00ED0788" w:rsidRDefault="00106E33" w:rsidP="007730D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ED0788" w:rsidRDefault="00106E33" w:rsidP="007730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ED0788" w:rsidTr="007730D4">
        <w:trPr>
          <w:trHeight w:val="123"/>
        </w:trPr>
        <w:tc>
          <w:tcPr>
            <w:tcW w:w="2093" w:type="dxa"/>
          </w:tcPr>
          <w:p w:rsidR="00106E33" w:rsidRPr="00ED0788" w:rsidRDefault="00106E33" w:rsidP="007730D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Андрієнка О.А.</w:t>
            </w:r>
          </w:p>
        </w:tc>
        <w:tc>
          <w:tcPr>
            <w:tcW w:w="7962" w:type="dxa"/>
          </w:tcPr>
          <w:p w:rsidR="00106E33" w:rsidRPr="00D95FCF" w:rsidRDefault="00106E33" w:rsidP="007730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5F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D95FCF">
              <w:rPr>
                <w:rFonts w:ascii="Times New Roman" w:hAnsi="Times New Roman"/>
                <w:sz w:val="24"/>
                <w:szCs w:val="24"/>
                <w:lang w:val="uk-UA"/>
              </w:rPr>
              <w:t>Про розгляд заяви щодо надання дозволу на розроблення проєкту землеустрою щодо відведення земельної ділянки»</w:t>
            </w:r>
          </w:p>
        </w:tc>
      </w:tr>
      <w:tr w:rsidR="00106E33" w:rsidRPr="00ED0788" w:rsidTr="007730D4">
        <w:trPr>
          <w:trHeight w:val="831"/>
        </w:trPr>
        <w:tc>
          <w:tcPr>
            <w:tcW w:w="2093" w:type="dxa"/>
          </w:tcPr>
          <w:p w:rsidR="00106E33" w:rsidRPr="00ED0788" w:rsidRDefault="00106E33" w:rsidP="007730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06E33" w:rsidRPr="00ED0788" w:rsidRDefault="00106E33" w:rsidP="00773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D95FCF" w:rsidRDefault="00106E33" w:rsidP="007730D4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D95FCF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D95FCF">
              <w:rPr>
                <w:bCs/>
                <w:lang w:val="uk-UA" w:eastAsia="uk-UA"/>
              </w:rPr>
              <w:t>«</w:t>
            </w:r>
            <w:r w:rsidRPr="00D95FCF">
              <w:rPr>
                <w:lang w:val="uk-UA"/>
              </w:rPr>
              <w:t>Про розгляд заяви щодо надання дозволу на розроблення проєкту землеустрою щодо відведення земельної ділянки</w:t>
            </w:r>
            <w:r w:rsidRPr="00D95FCF">
              <w:rPr>
                <w:bCs/>
                <w:lang w:val="uk-UA" w:eastAsia="uk-UA"/>
              </w:rPr>
              <w:t>»</w:t>
            </w:r>
          </w:p>
        </w:tc>
      </w:tr>
    </w:tbl>
    <w:p w:rsidR="00106E33" w:rsidRPr="00D95FCF" w:rsidRDefault="00106E33" w:rsidP="00D95FCF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 w:val="0"/>
          <w:bCs/>
          <w:lang w:val="uk-UA"/>
        </w:rPr>
      </w:pPr>
      <w:r>
        <w:rPr>
          <w:rStyle w:val="Strong"/>
          <w:bCs/>
          <w:lang w:val="uk-UA"/>
        </w:rPr>
        <w:t>22</w:t>
      </w:r>
      <w:r w:rsidRPr="00125CF6">
        <w:rPr>
          <w:rStyle w:val="Strong"/>
          <w:bCs/>
          <w:lang w:val="uk-UA"/>
        </w:rPr>
        <w:t xml:space="preserve">. </w:t>
      </w:r>
      <w:r w:rsidRPr="00D95FCF">
        <w:rPr>
          <w:b/>
          <w:lang w:val="uk-UA"/>
        </w:rPr>
        <w:t>Про план роботи селищної ради на 2024 рік.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ED0788" w:rsidTr="007730D4">
        <w:trPr>
          <w:trHeight w:val="123"/>
        </w:trPr>
        <w:tc>
          <w:tcPr>
            <w:tcW w:w="2093" w:type="dxa"/>
          </w:tcPr>
          <w:p w:rsidR="00106E33" w:rsidRPr="00ED0788" w:rsidRDefault="00106E33" w:rsidP="007730D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ED0788" w:rsidRDefault="00106E33" w:rsidP="007730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ED0788" w:rsidTr="007730D4">
        <w:trPr>
          <w:trHeight w:val="123"/>
        </w:trPr>
        <w:tc>
          <w:tcPr>
            <w:tcW w:w="2093" w:type="dxa"/>
          </w:tcPr>
          <w:p w:rsidR="00106E33" w:rsidRPr="00ED0788" w:rsidRDefault="00106E33" w:rsidP="007730D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Костюченка В.В.</w:t>
            </w:r>
          </w:p>
        </w:tc>
        <w:tc>
          <w:tcPr>
            <w:tcW w:w="7962" w:type="dxa"/>
          </w:tcPr>
          <w:p w:rsidR="00106E33" w:rsidRPr="00D95FCF" w:rsidRDefault="00106E33" w:rsidP="007730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5F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D95FCF">
              <w:rPr>
                <w:rFonts w:ascii="Times New Roman" w:hAnsi="Times New Roman"/>
                <w:sz w:val="24"/>
                <w:szCs w:val="24"/>
                <w:lang w:val="uk-UA"/>
              </w:rPr>
              <w:t>Про план роботи селищної ради на 2024 рік</w:t>
            </w:r>
            <w:r w:rsidRPr="00D95FC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ED0788" w:rsidTr="007730D4">
        <w:trPr>
          <w:trHeight w:val="831"/>
        </w:trPr>
        <w:tc>
          <w:tcPr>
            <w:tcW w:w="2093" w:type="dxa"/>
          </w:tcPr>
          <w:p w:rsidR="00106E33" w:rsidRPr="00ED0788" w:rsidRDefault="00106E33" w:rsidP="007730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06E33" w:rsidRPr="00ED0788" w:rsidRDefault="00106E33" w:rsidP="00773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D95FCF" w:rsidRDefault="00106E33" w:rsidP="007730D4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D95FCF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D95FCF">
              <w:rPr>
                <w:bCs/>
                <w:lang w:val="uk-UA" w:eastAsia="uk-UA"/>
              </w:rPr>
              <w:t>«</w:t>
            </w:r>
            <w:r w:rsidRPr="00D95FCF">
              <w:rPr>
                <w:lang w:val="uk-UA"/>
              </w:rPr>
              <w:t>Про план роботи селищної ради на 2024 рік</w:t>
            </w:r>
            <w:r w:rsidRPr="00D95FCF">
              <w:rPr>
                <w:bCs/>
                <w:lang w:val="uk-UA" w:eastAsia="uk-UA"/>
              </w:rPr>
              <w:t>»</w:t>
            </w:r>
          </w:p>
        </w:tc>
      </w:tr>
    </w:tbl>
    <w:p w:rsidR="00106E33" w:rsidRPr="00D95FCF" w:rsidRDefault="00106E33" w:rsidP="00D95FCF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jc w:val="both"/>
        <w:rPr>
          <w:rStyle w:val="Strong"/>
          <w:bCs/>
          <w:lang w:val="uk-UA"/>
        </w:rPr>
      </w:pPr>
    </w:p>
    <w:p w:rsidR="00106E33" w:rsidRPr="00ED0788" w:rsidRDefault="00106E33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23</w:t>
      </w:r>
      <w:r w:rsidRPr="00125CF6">
        <w:rPr>
          <w:rStyle w:val="Strong"/>
          <w:bCs/>
          <w:lang w:val="uk-UA"/>
        </w:rPr>
        <w:t xml:space="preserve">. </w:t>
      </w:r>
      <w:r w:rsidRPr="007F67CE">
        <w:rPr>
          <w:b/>
          <w:lang w:val="uk-UA"/>
        </w:rPr>
        <w:t>Про внесення змін до рішення селищної ради від 31 серпня 2023 року №5.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ED0788" w:rsidTr="00A374E7">
        <w:trPr>
          <w:trHeight w:val="123"/>
        </w:trPr>
        <w:tc>
          <w:tcPr>
            <w:tcW w:w="2093" w:type="dxa"/>
          </w:tcPr>
          <w:p w:rsidR="00106E33" w:rsidRPr="00ED0788" w:rsidRDefault="00106E33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ED0788" w:rsidRDefault="00106E33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ED0788" w:rsidTr="00A374E7">
        <w:trPr>
          <w:trHeight w:val="123"/>
        </w:trPr>
        <w:tc>
          <w:tcPr>
            <w:tcW w:w="2093" w:type="dxa"/>
          </w:tcPr>
          <w:p w:rsidR="00106E33" w:rsidRPr="00ED0788" w:rsidRDefault="00106E33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Власову М.М.</w:t>
            </w:r>
          </w:p>
        </w:tc>
        <w:tc>
          <w:tcPr>
            <w:tcW w:w="7962" w:type="dxa"/>
          </w:tcPr>
          <w:p w:rsidR="00106E33" w:rsidRPr="007F67CE" w:rsidRDefault="00106E33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67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7F67CE">
              <w:rPr>
                <w:rFonts w:ascii="Times New Roman" w:hAnsi="Times New Roman"/>
                <w:sz w:val="24"/>
                <w:szCs w:val="24"/>
                <w:lang w:val="uk-UA"/>
              </w:rPr>
              <w:t>Про внесення змін до рішення селищної ради від 31 серпня 2023 року №5</w:t>
            </w:r>
            <w:r w:rsidRPr="007F67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06E33" w:rsidRPr="00ED0788" w:rsidTr="00A374E7">
        <w:trPr>
          <w:trHeight w:val="831"/>
        </w:trPr>
        <w:tc>
          <w:tcPr>
            <w:tcW w:w="2093" w:type="dxa"/>
          </w:tcPr>
          <w:p w:rsidR="00106E33" w:rsidRPr="00ED0788" w:rsidRDefault="00106E33" w:rsidP="00A37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06E33" w:rsidRPr="00ED0788" w:rsidRDefault="00106E33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06E33" w:rsidRPr="007F67CE" w:rsidRDefault="00106E33" w:rsidP="00A374E7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7F67CE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7F67CE">
              <w:rPr>
                <w:bCs/>
                <w:lang w:val="uk-UA" w:eastAsia="uk-UA"/>
              </w:rPr>
              <w:t>«</w:t>
            </w:r>
            <w:r w:rsidRPr="007F67CE">
              <w:rPr>
                <w:lang w:val="uk-UA"/>
              </w:rPr>
              <w:t>Про внесення змін до рішення селищної ради від 31 серпня 2023 року №5</w:t>
            </w:r>
            <w:r w:rsidRPr="007F67CE">
              <w:rPr>
                <w:bCs/>
                <w:lang w:val="uk-UA" w:eastAsia="uk-UA"/>
              </w:rPr>
              <w:t>»</w:t>
            </w:r>
          </w:p>
        </w:tc>
      </w:tr>
    </w:tbl>
    <w:p w:rsidR="00106E33" w:rsidRDefault="00106E33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106E33" w:rsidRPr="002A1490" w:rsidRDefault="00106E33" w:rsidP="007F3405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b/>
          <w:shd w:val="clear" w:color="auto" w:fill="FFFFFF"/>
          <w:lang w:val="uk-UA"/>
        </w:rPr>
        <w:t xml:space="preserve">24. </w:t>
      </w:r>
      <w:r>
        <w:rPr>
          <w:b/>
          <w:lang w:val="uk-UA"/>
        </w:rPr>
        <w:t>Різне.</w:t>
      </w:r>
    </w:p>
    <w:tbl>
      <w:tblPr>
        <w:tblW w:w="10055" w:type="dxa"/>
        <w:tblLook w:val="00A0"/>
      </w:tblPr>
      <w:tblGrid>
        <w:gridCol w:w="2093"/>
        <w:gridCol w:w="7962"/>
      </w:tblGrid>
      <w:tr w:rsidR="00106E33" w:rsidRPr="00125CF6" w:rsidTr="00A374E7">
        <w:trPr>
          <w:trHeight w:val="123"/>
        </w:trPr>
        <w:tc>
          <w:tcPr>
            <w:tcW w:w="2093" w:type="dxa"/>
          </w:tcPr>
          <w:p w:rsidR="00106E33" w:rsidRPr="00125CF6" w:rsidRDefault="00106E33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06E33" w:rsidRPr="00125CF6" w:rsidRDefault="00106E33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06E33" w:rsidRPr="00E3026A" w:rsidTr="00A374E7">
        <w:trPr>
          <w:trHeight w:val="123"/>
        </w:trPr>
        <w:tc>
          <w:tcPr>
            <w:tcW w:w="2093" w:type="dxa"/>
          </w:tcPr>
          <w:p w:rsidR="00106E33" w:rsidRPr="00125CF6" w:rsidRDefault="00106E33" w:rsidP="00A374E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962" w:type="dxa"/>
          </w:tcPr>
          <w:p w:rsidR="00106E33" w:rsidRPr="00125CF6" w:rsidRDefault="00106E33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106E33" w:rsidRPr="00C24383" w:rsidRDefault="00106E33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106E33" w:rsidRDefault="00106E33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106E33" w:rsidRDefault="00106E33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shd w:val="clear" w:color="auto" w:fill="FFFFFF"/>
          <w:lang w:val="uk-UA"/>
        </w:rPr>
        <w:t xml:space="preserve">Голова комісії з питань </w:t>
      </w:r>
      <w:r>
        <w:rPr>
          <w:b/>
          <w:bCs/>
          <w:lang w:val="uk-UA"/>
        </w:rPr>
        <w:t>освіти, охорони</w:t>
      </w:r>
    </w:p>
    <w:p w:rsidR="00106E33" w:rsidRDefault="00106E33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здоров’я, культури, молоді, спорту та </w:t>
      </w:r>
    </w:p>
    <w:p w:rsidR="00106E33" w:rsidRDefault="00106E33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соціального захисту населення                                                                Алла ЗВАРИЧУК</w:t>
      </w:r>
    </w:p>
    <w:p w:rsidR="00106E33" w:rsidRDefault="00106E33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106E33" w:rsidRDefault="00106E33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106E33" w:rsidRDefault="00106E33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Голова комісії з питань планування, </w:t>
      </w:r>
    </w:p>
    <w:p w:rsidR="00106E33" w:rsidRDefault="00106E33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фінансів, бюджету та інвестиції                                                               Раїса КОРОТУН</w:t>
      </w:r>
    </w:p>
    <w:p w:rsidR="00106E33" w:rsidRDefault="00106E33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106E33" w:rsidRDefault="00106E33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106E33" w:rsidRDefault="00106E33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shd w:val="clear" w:color="auto" w:fill="FFFFFF"/>
          <w:lang w:val="uk-UA"/>
        </w:rPr>
        <w:t>Голова комісії</w:t>
      </w:r>
      <w:r w:rsidRPr="0027066E">
        <w:rPr>
          <w:b/>
          <w:bCs/>
        </w:rPr>
        <w:t xml:space="preserve"> </w:t>
      </w:r>
      <w:r>
        <w:rPr>
          <w:b/>
          <w:bCs/>
          <w:lang w:val="uk-UA"/>
        </w:rPr>
        <w:t xml:space="preserve">з питань </w:t>
      </w:r>
      <w:r w:rsidRPr="00600C92">
        <w:rPr>
          <w:b/>
          <w:bCs/>
        </w:rPr>
        <w:t xml:space="preserve">регламенту, законності, </w:t>
      </w:r>
    </w:p>
    <w:p w:rsidR="00106E33" w:rsidRDefault="00106E33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  <w:r w:rsidRPr="00600C92">
        <w:rPr>
          <w:b/>
          <w:bCs/>
        </w:rPr>
        <w:t>правопорядку та</w:t>
      </w:r>
      <w:r>
        <w:rPr>
          <w:b/>
          <w:bCs/>
          <w:lang w:val="uk-UA"/>
        </w:rPr>
        <w:t xml:space="preserve"> </w:t>
      </w:r>
      <w:r w:rsidRPr="00600C92">
        <w:rPr>
          <w:b/>
          <w:bCs/>
        </w:rPr>
        <w:t>депутатської діяльності</w:t>
      </w:r>
      <w:r>
        <w:rPr>
          <w:b/>
          <w:bCs/>
          <w:lang w:val="uk-UA"/>
        </w:rPr>
        <w:t>;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  <w:t xml:space="preserve">                          - </w:t>
      </w:r>
    </w:p>
    <w:p w:rsidR="00106E33" w:rsidRDefault="00106E33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106E33" w:rsidRDefault="00106E33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Заступник голови комісії з питань підприємництва,</w:t>
      </w:r>
    </w:p>
    <w:p w:rsidR="00106E33" w:rsidRDefault="00106E33" w:rsidP="00DB43C4">
      <w:pPr>
        <w:pStyle w:val="NormalWeb"/>
        <w:shd w:val="clear" w:color="auto" w:fill="FFFFFF"/>
        <w:tabs>
          <w:tab w:val="left" w:pos="7088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комунальної власності, житлово-комунального                              Петро КОВАЛЬСЬКИЙ</w:t>
      </w:r>
    </w:p>
    <w:p w:rsidR="00106E33" w:rsidRDefault="00106E33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господарства, транспорту, зв’язку та дерегуляції</w:t>
      </w:r>
    </w:p>
    <w:p w:rsidR="00106E33" w:rsidRPr="0027066E" w:rsidRDefault="00106E33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sectPr w:rsidR="00106E33" w:rsidRPr="0027066E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E33" w:rsidRDefault="00106E33" w:rsidP="00315936">
      <w:pPr>
        <w:spacing w:after="0" w:line="240" w:lineRule="auto"/>
      </w:pPr>
      <w:r>
        <w:separator/>
      </w:r>
    </w:p>
  </w:endnote>
  <w:endnote w:type="continuationSeparator" w:id="0">
    <w:p w:rsidR="00106E33" w:rsidRDefault="00106E33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E33" w:rsidRDefault="00106E33" w:rsidP="00315936">
      <w:pPr>
        <w:spacing w:after="0" w:line="240" w:lineRule="auto"/>
      </w:pPr>
      <w:r>
        <w:separator/>
      </w:r>
    </w:p>
  </w:footnote>
  <w:footnote w:type="continuationSeparator" w:id="0">
    <w:p w:rsidR="00106E33" w:rsidRDefault="00106E33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1460C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2B61BE"/>
    <w:multiLevelType w:val="hybridMultilevel"/>
    <w:tmpl w:val="DC34449E"/>
    <w:lvl w:ilvl="0" w:tplc="E69C8A0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FC3C24"/>
    <w:multiLevelType w:val="hybridMultilevel"/>
    <w:tmpl w:val="EC7CFF42"/>
    <w:lvl w:ilvl="0" w:tplc="7716F8A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F39"/>
    <w:rsid w:val="000064E2"/>
    <w:rsid w:val="00006898"/>
    <w:rsid w:val="0001314D"/>
    <w:rsid w:val="00024BAC"/>
    <w:rsid w:val="00035D94"/>
    <w:rsid w:val="000367AF"/>
    <w:rsid w:val="00045CEC"/>
    <w:rsid w:val="0005487D"/>
    <w:rsid w:val="000575CF"/>
    <w:rsid w:val="000625E2"/>
    <w:rsid w:val="00063C26"/>
    <w:rsid w:val="0006657F"/>
    <w:rsid w:val="0006678B"/>
    <w:rsid w:val="00077288"/>
    <w:rsid w:val="00080AD1"/>
    <w:rsid w:val="000823D4"/>
    <w:rsid w:val="00083561"/>
    <w:rsid w:val="00084460"/>
    <w:rsid w:val="00085EC9"/>
    <w:rsid w:val="000907C4"/>
    <w:rsid w:val="0009457F"/>
    <w:rsid w:val="00094E86"/>
    <w:rsid w:val="000A6362"/>
    <w:rsid w:val="000B0E06"/>
    <w:rsid w:val="000B2217"/>
    <w:rsid w:val="000B4803"/>
    <w:rsid w:val="000B4D2C"/>
    <w:rsid w:val="000B63A6"/>
    <w:rsid w:val="000B6BD9"/>
    <w:rsid w:val="000B7464"/>
    <w:rsid w:val="000C1A79"/>
    <w:rsid w:val="000C5862"/>
    <w:rsid w:val="000C6C29"/>
    <w:rsid w:val="000C6E30"/>
    <w:rsid w:val="000D585B"/>
    <w:rsid w:val="000D625F"/>
    <w:rsid w:val="000E3F70"/>
    <w:rsid w:val="000E5CCA"/>
    <w:rsid w:val="000E69A0"/>
    <w:rsid w:val="000E71B5"/>
    <w:rsid w:val="000F4D04"/>
    <w:rsid w:val="000F556A"/>
    <w:rsid w:val="000F5DE5"/>
    <w:rsid w:val="00105201"/>
    <w:rsid w:val="001064CE"/>
    <w:rsid w:val="00106E33"/>
    <w:rsid w:val="00110E40"/>
    <w:rsid w:val="00111CBC"/>
    <w:rsid w:val="00112F45"/>
    <w:rsid w:val="00114208"/>
    <w:rsid w:val="0011464B"/>
    <w:rsid w:val="00122DBF"/>
    <w:rsid w:val="00125CF6"/>
    <w:rsid w:val="00126964"/>
    <w:rsid w:val="00140C8F"/>
    <w:rsid w:val="00142BAE"/>
    <w:rsid w:val="00155CD8"/>
    <w:rsid w:val="001607EE"/>
    <w:rsid w:val="00161DA5"/>
    <w:rsid w:val="00163355"/>
    <w:rsid w:val="00164125"/>
    <w:rsid w:val="001641DF"/>
    <w:rsid w:val="001660CC"/>
    <w:rsid w:val="00167EC4"/>
    <w:rsid w:val="001704DC"/>
    <w:rsid w:val="00175FAB"/>
    <w:rsid w:val="00182B5B"/>
    <w:rsid w:val="00187979"/>
    <w:rsid w:val="001906AB"/>
    <w:rsid w:val="0019435D"/>
    <w:rsid w:val="001A1A44"/>
    <w:rsid w:val="001A4598"/>
    <w:rsid w:val="001B0DEF"/>
    <w:rsid w:val="001B23D8"/>
    <w:rsid w:val="001C1B25"/>
    <w:rsid w:val="001C5EED"/>
    <w:rsid w:val="001C6B4E"/>
    <w:rsid w:val="001D426B"/>
    <w:rsid w:val="001D50CD"/>
    <w:rsid w:val="001D619B"/>
    <w:rsid w:val="001D6233"/>
    <w:rsid w:val="001D7216"/>
    <w:rsid w:val="001D79D9"/>
    <w:rsid w:val="001E07D2"/>
    <w:rsid w:val="001E0835"/>
    <w:rsid w:val="001E2DDF"/>
    <w:rsid w:val="001E4ECC"/>
    <w:rsid w:val="001E5907"/>
    <w:rsid w:val="001F076C"/>
    <w:rsid w:val="00205F30"/>
    <w:rsid w:val="00213B81"/>
    <w:rsid w:val="00214312"/>
    <w:rsid w:val="00215AA0"/>
    <w:rsid w:val="00222ECD"/>
    <w:rsid w:val="002336E3"/>
    <w:rsid w:val="00234896"/>
    <w:rsid w:val="00237713"/>
    <w:rsid w:val="00243A89"/>
    <w:rsid w:val="00243F69"/>
    <w:rsid w:val="00247808"/>
    <w:rsid w:val="002502E3"/>
    <w:rsid w:val="002551B7"/>
    <w:rsid w:val="0027066E"/>
    <w:rsid w:val="00273EA7"/>
    <w:rsid w:val="00276E6D"/>
    <w:rsid w:val="00276ECD"/>
    <w:rsid w:val="002774AD"/>
    <w:rsid w:val="00280AF4"/>
    <w:rsid w:val="0028562B"/>
    <w:rsid w:val="002923F2"/>
    <w:rsid w:val="00292808"/>
    <w:rsid w:val="002A1490"/>
    <w:rsid w:val="002A1850"/>
    <w:rsid w:val="002A6532"/>
    <w:rsid w:val="002B43CC"/>
    <w:rsid w:val="002C194B"/>
    <w:rsid w:val="002C1AEE"/>
    <w:rsid w:val="002C1FB6"/>
    <w:rsid w:val="002C5C0A"/>
    <w:rsid w:val="002C690E"/>
    <w:rsid w:val="002D183C"/>
    <w:rsid w:val="002D4450"/>
    <w:rsid w:val="002D7E02"/>
    <w:rsid w:val="002E3D3D"/>
    <w:rsid w:val="002E67D0"/>
    <w:rsid w:val="002E6A8D"/>
    <w:rsid w:val="002E7F08"/>
    <w:rsid w:val="002F083B"/>
    <w:rsid w:val="002F33C6"/>
    <w:rsid w:val="002F33D5"/>
    <w:rsid w:val="003038A2"/>
    <w:rsid w:val="00305294"/>
    <w:rsid w:val="00305E5D"/>
    <w:rsid w:val="003067CA"/>
    <w:rsid w:val="00315936"/>
    <w:rsid w:val="003162E2"/>
    <w:rsid w:val="003205AC"/>
    <w:rsid w:val="00324F8E"/>
    <w:rsid w:val="00326305"/>
    <w:rsid w:val="003334B2"/>
    <w:rsid w:val="00335629"/>
    <w:rsid w:val="00335DDF"/>
    <w:rsid w:val="00343FD9"/>
    <w:rsid w:val="00344445"/>
    <w:rsid w:val="0035443A"/>
    <w:rsid w:val="003812BE"/>
    <w:rsid w:val="00396F07"/>
    <w:rsid w:val="003978F7"/>
    <w:rsid w:val="00397CAD"/>
    <w:rsid w:val="003A204E"/>
    <w:rsid w:val="003A2479"/>
    <w:rsid w:val="003A4F5A"/>
    <w:rsid w:val="003A6DE6"/>
    <w:rsid w:val="003B27BB"/>
    <w:rsid w:val="003B29E7"/>
    <w:rsid w:val="003B5C43"/>
    <w:rsid w:val="003C66D4"/>
    <w:rsid w:val="003D0F93"/>
    <w:rsid w:val="003D2666"/>
    <w:rsid w:val="003D3B07"/>
    <w:rsid w:val="003D5A47"/>
    <w:rsid w:val="003D5F66"/>
    <w:rsid w:val="003E0E9D"/>
    <w:rsid w:val="00400CDE"/>
    <w:rsid w:val="00402489"/>
    <w:rsid w:val="00404A5F"/>
    <w:rsid w:val="00411E53"/>
    <w:rsid w:val="00412BFE"/>
    <w:rsid w:val="00417A73"/>
    <w:rsid w:val="00417D1B"/>
    <w:rsid w:val="004225FF"/>
    <w:rsid w:val="00423B37"/>
    <w:rsid w:val="00430FC9"/>
    <w:rsid w:val="00435180"/>
    <w:rsid w:val="00442E11"/>
    <w:rsid w:val="004478BF"/>
    <w:rsid w:val="004523F0"/>
    <w:rsid w:val="00453FCE"/>
    <w:rsid w:val="00463E36"/>
    <w:rsid w:val="00464EF1"/>
    <w:rsid w:val="00467831"/>
    <w:rsid w:val="0047198D"/>
    <w:rsid w:val="00475D65"/>
    <w:rsid w:val="004810B2"/>
    <w:rsid w:val="00485CE1"/>
    <w:rsid w:val="004863E9"/>
    <w:rsid w:val="00487A2C"/>
    <w:rsid w:val="00496707"/>
    <w:rsid w:val="00496798"/>
    <w:rsid w:val="004A4412"/>
    <w:rsid w:val="004A562B"/>
    <w:rsid w:val="004B5AA1"/>
    <w:rsid w:val="004B7931"/>
    <w:rsid w:val="004B7CD3"/>
    <w:rsid w:val="004C0745"/>
    <w:rsid w:val="004C3380"/>
    <w:rsid w:val="004D2A20"/>
    <w:rsid w:val="004D67C3"/>
    <w:rsid w:val="004E2F5D"/>
    <w:rsid w:val="004E5075"/>
    <w:rsid w:val="004E6BC9"/>
    <w:rsid w:val="004E75E3"/>
    <w:rsid w:val="004F07AA"/>
    <w:rsid w:val="00505B26"/>
    <w:rsid w:val="00506254"/>
    <w:rsid w:val="005076E0"/>
    <w:rsid w:val="005123D4"/>
    <w:rsid w:val="005129FC"/>
    <w:rsid w:val="00515B61"/>
    <w:rsid w:val="005177E7"/>
    <w:rsid w:val="005213F4"/>
    <w:rsid w:val="00522078"/>
    <w:rsid w:val="005240F2"/>
    <w:rsid w:val="00524B53"/>
    <w:rsid w:val="005333BC"/>
    <w:rsid w:val="005350FB"/>
    <w:rsid w:val="00535BC0"/>
    <w:rsid w:val="005376B0"/>
    <w:rsid w:val="005449BF"/>
    <w:rsid w:val="0054500F"/>
    <w:rsid w:val="005464FA"/>
    <w:rsid w:val="00550EC5"/>
    <w:rsid w:val="00555288"/>
    <w:rsid w:val="005609FB"/>
    <w:rsid w:val="00563882"/>
    <w:rsid w:val="005716A8"/>
    <w:rsid w:val="005748C6"/>
    <w:rsid w:val="00586E3F"/>
    <w:rsid w:val="00591194"/>
    <w:rsid w:val="005941A0"/>
    <w:rsid w:val="0059688F"/>
    <w:rsid w:val="005A085E"/>
    <w:rsid w:val="005A2EB4"/>
    <w:rsid w:val="005A6B40"/>
    <w:rsid w:val="005A74F8"/>
    <w:rsid w:val="005B6CC7"/>
    <w:rsid w:val="005C19C9"/>
    <w:rsid w:val="005C3631"/>
    <w:rsid w:val="005C5672"/>
    <w:rsid w:val="005C59F7"/>
    <w:rsid w:val="005D03AD"/>
    <w:rsid w:val="005D3231"/>
    <w:rsid w:val="005D6D91"/>
    <w:rsid w:val="005E0FC9"/>
    <w:rsid w:val="005E298E"/>
    <w:rsid w:val="005E3559"/>
    <w:rsid w:val="005E6722"/>
    <w:rsid w:val="005F6E11"/>
    <w:rsid w:val="00600C92"/>
    <w:rsid w:val="006105AB"/>
    <w:rsid w:val="00615F16"/>
    <w:rsid w:val="00630506"/>
    <w:rsid w:val="00632918"/>
    <w:rsid w:val="00633435"/>
    <w:rsid w:val="00637797"/>
    <w:rsid w:val="00640584"/>
    <w:rsid w:val="006530C7"/>
    <w:rsid w:val="00655BF5"/>
    <w:rsid w:val="0066482C"/>
    <w:rsid w:val="006648AD"/>
    <w:rsid w:val="00667EA7"/>
    <w:rsid w:val="00670597"/>
    <w:rsid w:val="00673323"/>
    <w:rsid w:val="00673C2D"/>
    <w:rsid w:val="00676C44"/>
    <w:rsid w:val="006804AD"/>
    <w:rsid w:val="00682896"/>
    <w:rsid w:val="00685A87"/>
    <w:rsid w:val="006868CC"/>
    <w:rsid w:val="006908F9"/>
    <w:rsid w:val="0069118D"/>
    <w:rsid w:val="00694714"/>
    <w:rsid w:val="00695181"/>
    <w:rsid w:val="00696393"/>
    <w:rsid w:val="006A11D7"/>
    <w:rsid w:val="006A4EC9"/>
    <w:rsid w:val="006A6AB9"/>
    <w:rsid w:val="006B1C02"/>
    <w:rsid w:val="006C5947"/>
    <w:rsid w:val="006D2911"/>
    <w:rsid w:val="006D372F"/>
    <w:rsid w:val="006D71DF"/>
    <w:rsid w:val="006D7446"/>
    <w:rsid w:val="006D74C8"/>
    <w:rsid w:val="006D7E71"/>
    <w:rsid w:val="006E2448"/>
    <w:rsid w:val="006E6ED9"/>
    <w:rsid w:val="006F2D41"/>
    <w:rsid w:val="006F37DA"/>
    <w:rsid w:val="006F50E0"/>
    <w:rsid w:val="006F6CEB"/>
    <w:rsid w:val="006F7D6B"/>
    <w:rsid w:val="00705024"/>
    <w:rsid w:val="0071054E"/>
    <w:rsid w:val="0072082D"/>
    <w:rsid w:val="007250FE"/>
    <w:rsid w:val="0072642B"/>
    <w:rsid w:val="00733252"/>
    <w:rsid w:val="0073388F"/>
    <w:rsid w:val="00737E56"/>
    <w:rsid w:val="0074022E"/>
    <w:rsid w:val="00750500"/>
    <w:rsid w:val="007609B2"/>
    <w:rsid w:val="00765492"/>
    <w:rsid w:val="00767612"/>
    <w:rsid w:val="00770348"/>
    <w:rsid w:val="00772C27"/>
    <w:rsid w:val="007730D4"/>
    <w:rsid w:val="0077503D"/>
    <w:rsid w:val="007840C8"/>
    <w:rsid w:val="0078765B"/>
    <w:rsid w:val="007936F9"/>
    <w:rsid w:val="00795901"/>
    <w:rsid w:val="007A01DA"/>
    <w:rsid w:val="007A5110"/>
    <w:rsid w:val="007B0C55"/>
    <w:rsid w:val="007B3685"/>
    <w:rsid w:val="007C1B63"/>
    <w:rsid w:val="007C52C0"/>
    <w:rsid w:val="007D1D16"/>
    <w:rsid w:val="007D3457"/>
    <w:rsid w:val="007E07C2"/>
    <w:rsid w:val="007E0989"/>
    <w:rsid w:val="007F3405"/>
    <w:rsid w:val="007F67CE"/>
    <w:rsid w:val="008044DB"/>
    <w:rsid w:val="00812EF3"/>
    <w:rsid w:val="00814EB8"/>
    <w:rsid w:val="00820422"/>
    <w:rsid w:val="008209E8"/>
    <w:rsid w:val="00824715"/>
    <w:rsid w:val="00824BBE"/>
    <w:rsid w:val="00826CBE"/>
    <w:rsid w:val="008334A6"/>
    <w:rsid w:val="00837098"/>
    <w:rsid w:val="0084122E"/>
    <w:rsid w:val="00844523"/>
    <w:rsid w:val="00845467"/>
    <w:rsid w:val="00850196"/>
    <w:rsid w:val="008512F6"/>
    <w:rsid w:val="008519B1"/>
    <w:rsid w:val="00861E16"/>
    <w:rsid w:val="00865177"/>
    <w:rsid w:val="008665AD"/>
    <w:rsid w:val="0087091D"/>
    <w:rsid w:val="00871F28"/>
    <w:rsid w:val="00872DDC"/>
    <w:rsid w:val="00873E99"/>
    <w:rsid w:val="008745B6"/>
    <w:rsid w:val="0088218A"/>
    <w:rsid w:val="00882955"/>
    <w:rsid w:val="00883552"/>
    <w:rsid w:val="008839A0"/>
    <w:rsid w:val="008841EF"/>
    <w:rsid w:val="00890CE3"/>
    <w:rsid w:val="00891C0A"/>
    <w:rsid w:val="00897919"/>
    <w:rsid w:val="008A112C"/>
    <w:rsid w:val="008A426E"/>
    <w:rsid w:val="008A68B3"/>
    <w:rsid w:val="008A7C53"/>
    <w:rsid w:val="008B66C4"/>
    <w:rsid w:val="008C19EF"/>
    <w:rsid w:val="008C35EA"/>
    <w:rsid w:val="008C4D52"/>
    <w:rsid w:val="008C6996"/>
    <w:rsid w:val="008D45DD"/>
    <w:rsid w:val="008D5F96"/>
    <w:rsid w:val="008D67E9"/>
    <w:rsid w:val="008D696F"/>
    <w:rsid w:val="008E0429"/>
    <w:rsid w:val="008E3BEA"/>
    <w:rsid w:val="008F2684"/>
    <w:rsid w:val="008F3AB2"/>
    <w:rsid w:val="008F4D29"/>
    <w:rsid w:val="008F558E"/>
    <w:rsid w:val="0090394A"/>
    <w:rsid w:val="00912FE2"/>
    <w:rsid w:val="009131CE"/>
    <w:rsid w:val="00915D3E"/>
    <w:rsid w:val="00921911"/>
    <w:rsid w:val="00930298"/>
    <w:rsid w:val="009308F5"/>
    <w:rsid w:val="00931E78"/>
    <w:rsid w:val="00931ED4"/>
    <w:rsid w:val="00932272"/>
    <w:rsid w:val="009425FC"/>
    <w:rsid w:val="00946CD5"/>
    <w:rsid w:val="00966D24"/>
    <w:rsid w:val="00976F76"/>
    <w:rsid w:val="009847F3"/>
    <w:rsid w:val="009854E3"/>
    <w:rsid w:val="00990D35"/>
    <w:rsid w:val="00991B2E"/>
    <w:rsid w:val="00995996"/>
    <w:rsid w:val="009A2AC0"/>
    <w:rsid w:val="009A5A25"/>
    <w:rsid w:val="009B03B4"/>
    <w:rsid w:val="009B0935"/>
    <w:rsid w:val="009B503C"/>
    <w:rsid w:val="009B6406"/>
    <w:rsid w:val="009B6B93"/>
    <w:rsid w:val="009C0F35"/>
    <w:rsid w:val="009C416E"/>
    <w:rsid w:val="009D3F2D"/>
    <w:rsid w:val="009D7C1F"/>
    <w:rsid w:val="009E2A52"/>
    <w:rsid w:val="009E2C99"/>
    <w:rsid w:val="009F1428"/>
    <w:rsid w:val="009F5912"/>
    <w:rsid w:val="009F5BA6"/>
    <w:rsid w:val="009F7283"/>
    <w:rsid w:val="009F7F83"/>
    <w:rsid w:val="00A0143B"/>
    <w:rsid w:val="00A0745F"/>
    <w:rsid w:val="00A11804"/>
    <w:rsid w:val="00A168DF"/>
    <w:rsid w:val="00A20600"/>
    <w:rsid w:val="00A36184"/>
    <w:rsid w:val="00A374E7"/>
    <w:rsid w:val="00A42D0C"/>
    <w:rsid w:val="00A43B67"/>
    <w:rsid w:val="00A47613"/>
    <w:rsid w:val="00A52A02"/>
    <w:rsid w:val="00A52FB3"/>
    <w:rsid w:val="00A53226"/>
    <w:rsid w:val="00A60C05"/>
    <w:rsid w:val="00A6339B"/>
    <w:rsid w:val="00A63D85"/>
    <w:rsid w:val="00A667E3"/>
    <w:rsid w:val="00A67D68"/>
    <w:rsid w:val="00A71C32"/>
    <w:rsid w:val="00A74025"/>
    <w:rsid w:val="00A75081"/>
    <w:rsid w:val="00A77F7A"/>
    <w:rsid w:val="00A824D7"/>
    <w:rsid w:val="00A8786F"/>
    <w:rsid w:val="00A87A8C"/>
    <w:rsid w:val="00A9255B"/>
    <w:rsid w:val="00A96F39"/>
    <w:rsid w:val="00A97949"/>
    <w:rsid w:val="00AA792D"/>
    <w:rsid w:val="00AB212E"/>
    <w:rsid w:val="00AB5182"/>
    <w:rsid w:val="00AB64F8"/>
    <w:rsid w:val="00AB6CAB"/>
    <w:rsid w:val="00AB792B"/>
    <w:rsid w:val="00AC70D9"/>
    <w:rsid w:val="00AD44B7"/>
    <w:rsid w:val="00AD4527"/>
    <w:rsid w:val="00AE069B"/>
    <w:rsid w:val="00AF2CE3"/>
    <w:rsid w:val="00AF324F"/>
    <w:rsid w:val="00AF3F4C"/>
    <w:rsid w:val="00AF4A76"/>
    <w:rsid w:val="00AF53C0"/>
    <w:rsid w:val="00AF7D61"/>
    <w:rsid w:val="00B0151F"/>
    <w:rsid w:val="00B064ED"/>
    <w:rsid w:val="00B11662"/>
    <w:rsid w:val="00B132BA"/>
    <w:rsid w:val="00B147D5"/>
    <w:rsid w:val="00B14C5F"/>
    <w:rsid w:val="00B2610A"/>
    <w:rsid w:val="00B26E68"/>
    <w:rsid w:val="00B3109D"/>
    <w:rsid w:val="00B326F6"/>
    <w:rsid w:val="00B32A97"/>
    <w:rsid w:val="00B34FA4"/>
    <w:rsid w:val="00B372E8"/>
    <w:rsid w:val="00B42279"/>
    <w:rsid w:val="00B429E2"/>
    <w:rsid w:val="00B44135"/>
    <w:rsid w:val="00B44388"/>
    <w:rsid w:val="00B4606E"/>
    <w:rsid w:val="00B538C3"/>
    <w:rsid w:val="00B541E2"/>
    <w:rsid w:val="00B55BEC"/>
    <w:rsid w:val="00B61C07"/>
    <w:rsid w:val="00B63B7F"/>
    <w:rsid w:val="00B7279A"/>
    <w:rsid w:val="00B73F7B"/>
    <w:rsid w:val="00B750CB"/>
    <w:rsid w:val="00B758B9"/>
    <w:rsid w:val="00B80250"/>
    <w:rsid w:val="00B8395F"/>
    <w:rsid w:val="00B856A6"/>
    <w:rsid w:val="00B86D79"/>
    <w:rsid w:val="00B91B3E"/>
    <w:rsid w:val="00B91D28"/>
    <w:rsid w:val="00B92E95"/>
    <w:rsid w:val="00BB6ADF"/>
    <w:rsid w:val="00BC1A3A"/>
    <w:rsid w:val="00BC3764"/>
    <w:rsid w:val="00BD3C44"/>
    <w:rsid w:val="00BE2A9E"/>
    <w:rsid w:val="00BE362D"/>
    <w:rsid w:val="00BE54C1"/>
    <w:rsid w:val="00BE72E8"/>
    <w:rsid w:val="00BE7EDA"/>
    <w:rsid w:val="00BF3423"/>
    <w:rsid w:val="00BF538F"/>
    <w:rsid w:val="00C001D1"/>
    <w:rsid w:val="00C02756"/>
    <w:rsid w:val="00C03227"/>
    <w:rsid w:val="00C078EF"/>
    <w:rsid w:val="00C07C15"/>
    <w:rsid w:val="00C16A5C"/>
    <w:rsid w:val="00C207E2"/>
    <w:rsid w:val="00C21EEF"/>
    <w:rsid w:val="00C23D36"/>
    <w:rsid w:val="00C24383"/>
    <w:rsid w:val="00C25343"/>
    <w:rsid w:val="00C26C4E"/>
    <w:rsid w:val="00C34464"/>
    <w:rsid w:val="00C34BF1"/>
    <w:rsid w:val="00C35584"/>
    <w:rsid w:val="00C35ABD"/>
    <w:rsid w:val="00C44C82"/>
    <w:rsid w:val="00C529BC"/>
    <w:rsid w:val="00C5377C"/>
    <w:rsid w:val="00C57A41"/>
    <w:rsid w:val="00C64A45"/>
    <w:rsid w:val="00C71F45"/>
    <w:rsid w:val="00C729AD"/>
    <w:rsid w:val="00C74AD4"/>
    <w:rsid w:val="00C76104"/>
    <w:rsid w:val="00CA2AD8"/>
    <w:rsid w:val="00CA67C3"/>
    <w:rsid w:val="00CB1924"/>
    <w:rsid w:val="00CC4B63"/>
    <w:rsid w:val="00CD00E9"/>
    <w:rsid w:val="00CD3D95"/>
    <w:rsid w:val="00CD77E6"/>
    <w:rsid w:val="00CE2C56"/>
    <w:rsid w:val="00CE395F"/>
    <w:rsid w:val="00CE39BB"/>
    <w:rsid w:val="00CF10B3"/>
    <w:rsid w:val="00CF61D4"/>
    <w:rsid w:val="00D02472"/>
    <w:rsid w:val="00D07672"/>
    <w:rsid w:val="00D11CC9"/>
    <w:rsid w:val="00D150D4"/>
    <w:rsid w:val="00D16AC5"/>
    <w:rsid w:val="00D17BA1"/>
    <w:rsid w:val="00D25469"/>
    <w:rsid w:val="00D25B27"/>
    <w:rsid w:val="00D26836"/>
    <w:rsid w:val="00D27289"/>
    <w:rsid w:val="00D27767"/>
    <w:rsid w:val="00D305BC"/>
    <w:rsid w:val="00D32B39"/>
    <w:rsid w:val="00D3517F"/>
    <w:rsid w:val="00D40330"/>
    <w:rsid w:val="00D4080F"/>
    <w:rsid w:val="00D41B11"/>
    <w:rsid w:val="00D41ECD"/>
    <w:rsid w:val="00D449A2"/>
    <w:rsid w:val="00D46B5C"/>
    <w:rsid w:val="00D50800"/>
    <w:rsid w:val="00D53637"/>
    <w:rsid w:val="00D53AF5"/>
    <w:rsid w:val="00D53FDD"/>
    <w:rsid w:val="00D5710D"/>
    <w:rsid w:val="00D638CA"/>
    <w:rsid w:val="00D66346"/>
    <w:rsid w:val="00D66689"/>
    <w:rsid w:val="00D93432"/>
    <w:rsid w:val="00D93D94"/>
    <w:rsid w:val="00D95FCF"/>
    <w:rsid w:val="00DA0105"/>
    <w:rsid w:val="00DA0D08"/>
    <w:rsid w:val="00DA60D8"/>
    <w:rsid w:val="00DA67B3"/>
    <w:rsid w:val="00DA7409"/>
    <w:rsid w:val="00DB11C9"/>
    <w:rsid w:val="00DB43C4"/>
    <w:rsid w:val="00DB51D5"/>
    <w:rsid w:val="00DC6D72"/>
    <w:rsid w:val="00DC7AE6"/>
    <w:rsid w:val="00DD00DD"/>
    <w:rsid w:val="00DD1A3E"/>
    <w:rsid w:val="00DD4EA0"/>
    <w:rsid w:val="00DD6063"/>
    <w:rsid w:val="00DD73FA"/>
    <w:rsid w:val="00DE257B"/>
    <w:rsid w:val="00DE5D0E"/>
    <w:rsid w:val="00DE7F79"/>
    <w:rsid w:val="00DF0F36"/>
    <w:rsid w:val="00DF5B79"/>
    <w:rsid w:val="00DF5C43"/>
    <w:rsid w:val="00DF7712"/>
    <w:rsid w:val="00E02352"/>
    <w:rsid w:val="00E02FCC"/>
    <w:rsid w:val="00E049F0"/>
    <w:rsid w:val="00E103FE"/>
    <w:rsid w:val="00E15603"/>
    <w:rsid w:val="00E23423"/>
    <w:rsid w:val="00E23A6A"/>
    <w:rsid w:val="00E27C51"/>
    <w:rsid w:val="00E3026A"/>
    <w:rsid w:val="00E315F4"/>
    <w:rsid w:val="00E330E4"/>
    <w:rsid w:val="00E43EED"/>
    <w:rsid w:val="00E46B15"/>
    <w:rsid w:val="00E47AF7"/>
    <w:rsid w:val="00E5777B"/>
    <w:rsid w:val="00E64000"/>
    <w:rsid w:val="00E655B0"/>
    <w:rsid w:val="00E667D3"/>
    <w:rsid w:val="00E7052A"/>
    <w:rsid w:val="00E70E30"/>
    <w:rsid w:val="00E733BC"/>
    <w:rsid w:val="00E775DD"/>
    <w:rsid w:val="00E8094C"/>
    <w:rsid w:val="00E80958"/>
    <w:rsid w:val="00E82012"/>
    <w:rsid w:val="00E82F72"/>
    <w:rsid w:val="00E90CA9"/>
    <w:rsid w:val="00E95E54"/>
    <w:rsid w:val="00E9613F"/>
    <w:rsid w:val="00E962A4"/>
    <w:rsid w:val="00EA4A63"/>
    <w:rsid w:val="00EB1C81"/>
    <w:rsid w:val="00EB24EA"/>
    <w:rsid w:val="00EB27DC"/>
    <w:rsid w:val="00EB333A"/>
    <w:rsid w:val="00EB3A58"/>
    <w:rsid w:val="00EB5C68"/>
    <w:rsid w:val="00EC1195"/>
    <w:rsid w:val="00EC2748"/>
    <w:rsid w:val="00EC336D"/>
    <w:rsid w:val="00EC5F50"/>
    <w:rsid w:val="00ED00CD"/>
    <w:rsid w:val="00ED0788"/>
    <w:rsid w:val="00ED19AB"/>
    <w:rsid w:val="00ED281C"/>
    <w:rsid w:val="00ED69DC"/>
    <w:rsid w:val="00EE0AAB"/>
    <w:rsid w:val="00EE3539"/>
    <w:rsid w:val="00EE42A9"/>
    <w:rsid w:val="00EF00FD"/>
    <w:rsid w:val="00F01A6F"/>
    <w:rsid w:val="00F020B6"/>
    <w:rsid w:val="00F02B75"/>
    <w:rsid w:val="00F02E99"/>
    <w:rsid w:val="00F0433A"/>
    <w:rsid w:val="00F04FDE"/>
    <w:rsid w:val="00F119D3"/>
    <w:rsid w:val="00F134BA"/>
    <w:rsid w:val="00F20FA5"/>
    <w:rsid w:val="00F25900"/>
    <w:rsid w:val="00F2651E"/>
    <w:rsid w:val="00F266EA"/>
    <w:rsid w:val="00F309C9"/>
    <w:rsid w:val="00F35F24"/>
    <w:rsid w:val="00F4512A"/>
    <w:rsid w:val="00F457BA"/>
    <w:rsid w:val="00F466FB"/>
    <w:rsid w:val="00F54BC8"/>
    <w:rsid w:val="00F55C42"/>
    <w:rsid w:val="00F55CE6"/>
    <w:rsid w:val="00F63A83"/>
    <w:rsid w:val="00F63C68"/>
    <w:rsid w:val="00F71357"/>
    <w:rsid w:val="00F7570D"/>
    <w:rsid w:val="00F76297"/>
    <w:rsid w:val="00F80C4C"/>
    <w:rsid w:val="00F92820"/>
    <w:rsid w:val="00FA23C0"/>
    <w:rsid w:val="00FA787A"/>
    <w:rsid w:val="00FB4182"/>
    <w:rsid w:val="00FB46CB"/>
    <w:rsid w:val="00FB529E"/>
    <w:rsid w:val="00FB7839"/>
    <w:rsid w:val="00FC2DE4"/>
    <w:rsid w:val="00FC3FCC"/>
    <w:rsid w:val="00FD0CEC"/>
    <w:rsid w:val="00FD1909"/>
    <w:rsid w:val="00FD6395"/>
    <w:rsid w:val="00FD677B"/>
    <w:rsid w:val="00FE049A"/>
    <w:rsid w:val="00FE46A3"/>
    <w:rsid w:val="00FE4752"/>
    <w:rsid w:val="00FE6FF6"/>
    <w:rsid w:val="00FF177B"/>
    <w:rsid w:val="00FF37EF"/>
    <w:rsid w:val="00FF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5936"/>
    <w:rPr>
      <w:rFonts w:ascii="Times New Roman" w:hAnsi="Times New Roman" w:cs="Times New Roman"/>
      <w:b/>
      <w:sz w:val="28"/>
      <w:lang w:val="uk-UA"/>
    </w:rPr>
  </w:style>
  <w:style w:type="character" w:customStyle="1" w:styleId="a">
    <w:name w:val="Основной текст_"/>
    <w:link w:val="1"/>
    <w:uiPriority w:val="99"/>
    <w:locked/>
    <w:rsid w:val="0009457F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hAnsi="Times New Roman"/>
      <w:sz w:val="20"/>
      <w:szCs w:val="20"/>
      <w:lang w:val="uk-UA" w:eastAsia="uk-UA"/>
    </w:rPr>
  </w:style>
  <w:style w:type="paragraph" w:styleId="NormalWeb">
    <w:name w:val="Normal (Web)"/>
    <w:basedOn w:val="Normal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9457F"/>
    <w:rPr>
      <w:rFonts w:cs="Times New Roman"/>
      <w:b/>
    </w:rPr>
  </w:style>
  <w:style w:type="character" w:customStyle="1" w:styleId="a0">
    <w:name w:val="Подпись к таблице_"/>
    <w:link w:val="a1"/>
    <w:uiPriority w:val="99"/>
    <w:locked/>
    <w:rsid w:val="0009457F"/>
    <w:rPr>
      <w:rFonts w:ascii="Times New Roman" w:hAnsi="Times New Roman"/>
      <w:shd w:val="clear" w:color="auto" w:fill="FFFFFF"/>
      <w:lang w:eastAsia="ru-RU"/>
    </w:rPr>
  </w:style>
  <w:style w:type="paragraph" w:customStyle="1" w:styleId="a1">
    <w:name w:val="Подпись к таблице"/>
    <w:basedOn w:val="Normal"/>
    <w:link w:val="a0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205F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9791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315936"/>
    <w:pPr>
      <w:suppressAutoHyphens/>
      <w:spacing w:after="120" w:line="240" w:lineRule="auto"/>
    </w:pPr>
    <w:rPr>
      <w:rFonts w:ascii="Times New Roman" w:hAnsi="Times New Roman"/>
      <w:sz w:val="24"/>
      <w:szCs w:val="24"/>
      <w:lang w:val="uk-UA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val="uk-UA"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31593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5936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7E098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32A9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2A97"/>
    <w:rPr>
      <w:rFonts w:ascii="Tahoma" w:hAnsi="Tahoma" w:cs="Times New Roman"/>
      <w:sz w:val="1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26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473</TotalTime>
  <Pages>7</Pages>
  <Words>9840</Words>
  <Characters>5610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subject/>
  <dc:creator>User</dc:creator>
  <cp:keywords/>
  <dc:description/>
  <cp:lastModifiedBy>204Riabova</cp:lastModifiedBy>
  <cp:revision>28</cp:revision>
  <cp:lastPrinted>2023-12-20T12:47:00Z</cp:lastPrinted>
  <dcterms:created xsi:type="dcterms:W3CDTF">2023-08-28T11:35:00Z</dcterms:created>
  <dcterms:modified xsi:type="dcterms:W3CDTF">2023-12-20T13:13:00Z</dcterms:modified>
</cp:coreProperties>
</file>